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08C" w:rsidRPr="00B674DE" w:rsidRDefault="00D1508C" w:rsidP="00B674DE">
      <w:pPr>
        <w:spacing w:line="300" w:lineRule="auto"/>
        <w:rPr>
          <w:rFonts w:ascii="仿宋_GB2312" w:eastAsia="仿宋_GB2312" w:hAnsi="华文仿宋"/>
          <w:b/>
          <w:sz w:val="24"/>
          <w:u w:val="single"/>
        </w:rPr>
      </w:pPr>
      <w:r w:rsidRPr="00B674DE">
        <w:rPr>
          <w:rFonts w:ascii="仿宋_GB2312" w:eastAsia="仿宋_GB2312" w:hAnsi="华文仿宋" w:hint="eastAsia"/>
          <w:b/>
          <w:sz w:val="24"/>
        </w:rPr>
        <w:t>学校名称：</w:t>
      </w:r>
      <w:r>
        <w:rPr>
          <w:rFonts w:ascii="仿宋_GB2312" w:eastAsia="仿宋_GB2312" w:hAnsi="华文仿宋"/>
          <w:b/>
          <w:sz w:val="24"/>
          <w:u w:val="single"/>
        </w:rPr>
        <w:t xml:space="preserve">                 </w:t>
      </w:r>
    </w:p>
    <w:tbl>
      <w:tblPr>
        <w:tblW w:w="14684" w:type="dxa"/>
        <w:tblInd w:w="-176" w:type="dxa"/>
        <w:tblLook w:val="00A0"/>
      </w:tblPr>
      <w:tblGrid>
        <w:gridCol w:w="710"/>
        <w:gridCol w:w="919"/>
        <w:gridCol w:w="1316"/>
        <w:gridCol w:w="709"/>
        <w:gridCol w:w="780"/>
        <w:gridCol w:w="1970"/>
        <w:gridCol w:w="1800"/>
        <w:gridCol w:w="2050"/>
        <w:gridCol w:w="2160"/>
        <w:gridCol w:w="2270"/>
      </w:tblGrid>
      <w:tr w:rsidR="00D1508C" w:rsidRPr="001A14F8" w:rsidTr="00B674DE">
        <w:trPr>
          <w:trHeight w:val="4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姓名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学号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年级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所在学院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所学</w:t>
            </w: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身份证号码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1A14F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电邮</w:t>
            </w: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  <w:r w:rsidRPr="001A14F8"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5311E0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  <w:tr w:rsidR="00D1508C" w:rsidRPr="001A14F8" w:rsidTr="00B674DE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b/>
                <w:color w:val="FF0000"/>
                <w:kern w:val="0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08C" w:rsidRPr="001A14F8" w:rsidRDefault="00D1508C" w:rsidP="001A14F8">
            <w:pPr>
              <w:widowControl/>
              <w:jc w:val="left"/>
              <w:rPr>
                <w:rFonts w:ascii="宋体" w:cs="宋体"/>
                <w:kern w:val="0"/>
                <w:sz w:val="20"/>
                <w:u w:val="single"/>
              </w:rPr>
            </w:pPr>
          </w:p>
        </w:tc>
      </w:tr>
    </w:tbl>
    <w:p w:rsidR="00D1508C" w:rsidRPr="00EA254D" w:rsidRDefault="00D1508C" w:rsidP="00B674DE">
      <w:pPr>
        <w:spacing w:line="300" w:lineRule="auto"/>
      </w:pPr>
      <w:r>
        <w:rPr>
          <w:rFonts w:ascii="仿宋_GB2312" w:eastAsia="仿宋_GB2312" w:hAnsi="华文仿宋" w:hint="eastAsia"/>
          <w:b/>
          <w:sz w:val="24"/>
        </w:rPr>
        <w:t>负责同学姓名：</w:t>
      </w:r>
      <w:r>
        <w:rPr>
          <w:rFonts w:ascii="仿宋_GB2312" w:eastAsia="仿宋_GB2312" w:hAnsi="华文仿宋"/>
          <w:b/>
          <w:sz w:val="24"/>
          <w:u w:val="single"/>
        </w:rPr>
        <w:t xml:space="preserve">         </w:t>
      </w:r>
      <w:r>
        <w:rPr>
          <w:rFonts w:ascii="仿宋_GB2312" w:eastAsia="仿宋_GB2312" w:hint="eastAsia"/>
          <w:sz w:val="24"/>
        </w:rPr>
        <w:t>（请各学校指定负责同学）</w:t>
      </w:r>
    </w:p>
    <w:p w:rsidR="00D1508C" w:rsidRPr="00B674DE" w:rsidRDefault="00D1508C" w:rsidP="00520D85">
      <w:pPr>
        <w:spacing w:line="300" w:lineRule="auto"/>
        <w:rPr>
          <w:color w:val="FF0000"/>
        </w:rPr>
      </w:pPr>
    </w:p>
    <w:sectPr w:rsidR="00D1508C" w:rsidRPr="00B674DE" w:rsidSect="00520D85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08C" w:rsidRDefault="00D1508C" w:rsidP="00520D85">
      <w:r>
        <w:separator/>
      </w:r>
    </w:p>
  </w:endnote>
  <w:endnote w:type="continuationSeparator" w:id="1">
    <w:p w:rsidR="00D1508C" w:rsidRDefault="00D1508C" w:rsidP="00520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08C" w:rsidRDefault="00D1508C" w:rsidP="00520D85">
      <w:r>
        <w:separator/>
      </w:r>
    </w:p>
  </w:footnote>
  <w:footnote w:type="continuationSeparator" w:id="1">
    <w:p w:rsidR="00D1508C" w:rsidRDefault="00D1508C" w:rsidP="00520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34E7"/>
    <w:rsid w:val="000E69C0"/>
    <w:rsid w:val="00172A27"/>
    <w:rsid w:val="001A14F8"/>
    <w:rsid w:val="002602DE"/>
    <w:rsid w:val="004A5264"/>
    <w:rsid w:val="00520D85"/>
    <w:rsid w:val="005311E0"/>
    <w:rsid w:val="0057296C"/>
    <w:rsid w:val="00650B8E"/>
    <w:rsid w:val="006C00BD"/>
    <w:rsid w:val="00B4112A"/>
    <w:rsid w:val="00B674DE"/>
    <w:rsid w:val="00C25B97"/>
    <w:rsid w:val="00CB541B"/>
    <w:rsid w:val="00D1508C"/>
    <w:rsid w:val="00E923E4"/>
    <w:rsid w:val="00EA254D"/>
    <w:rsid w:val="00F355A8"/>
    <w:rsid w:val="00F5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5A8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55A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355A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1A14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0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Normal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5</TotalTime>
  <Pages>1</Pages>
  <Words>30</Words>
  <Characters>174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学校名称：                    </dc:title>
  <dc:subject/>
  <dc:creator>彭勐翀-PC</dc:creator>
  <cp:keywords/>
  <dc:description/>
  <cp:lastModifiedBy>魏小艾</cp:lastModifiedBy>
  <cp:revision>5</cp:revision>
  <dcterms:created xsi:type="dcterms:W3CDTF">2014-04-21T02:55:00Z</dcterms:created>
  <dcterms:modified xsi:type="dcterms:W3CDTF">2014-04-21T03:00:00Z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