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9E2" w:rsidRPr="0066212E" w:rsidRDefault="00CA6F20" w:rsidP="004959E2">
      <w:pPr>
        <w:pStyle w:val="ae"/>
        <w:rPr>
          <w:kern w:val="0"/>
          <w:sz w:val="28"/>
          <w:szCs w:val="28"/>
          <w:lang w:eastAsia="zh-CN"/>
        </w:rPr>
      </w:pPr>
      <w:r w:rsidRPr="00D6231A">
        <w:rPr>
          <w:rFonts w:hint="eastAsia"/>
          <w:spacing w:val="100"/>
          <w:kern w:val="0"/>
          <w:sz w:val="28"/>
          <w:szCs w:val="28"/>
          <w:fitText w:val="7000" w:id="-1159018240"/>
        </w:rPr>
        <w:t>静岡大学外国人留学生入学</w:t>
      </w:r>
      <w:r w:rsidRPr="00D6231A">
        <w:rPr>
          <w:rFonts w:hint="eastAsia"/>
          <w:spacing w:val="100"/>
          <w:kern w:val="0"/>
          <w:sz w:val="28"/>
          <w:szCs w:val="28"/>
          <w:fitText w:val="7000" w:id="-1159018240"/>
          <w:lang w:eastAsia="zh-CN"/>
        </w:rPr>
        <w:t>申請</w:t>
      </w:r>
      <w:r w:rsidRPr="00D6231A">
        <w:rPr>
          <w:rFonts w:hint="eastAsia"/>
          <w:kern w:val="0"/>
          <w:sz w:val="28"/>
          <w:szCs w:val="28"/>
          <w:fitText w:val="7000" w:id="-1159018240"/>
          <w:lang w:eastAsia="zh-CN"/>
        </w:rPr>
        <w:t>書</w:t>
      </w:r>
    </w:p>
    <w:p w:rsidR="00CE6415" w:rsidRPr="00E13933" w:rsidRDefault="009769A1" w:rsidP="00CA6F20">
      <w:pPr>
        <w:pStyle w:val="a4"/>
        <w:wordWrap/>
        <w:outlineLvl w:val="0"/>
        <w:rPr>
          <w:rFonts w:ascii="ＭＳ 明朝" w:eastAsia="ＭＳ 明朝" w:hAnsi="ＭＳ 明朝"/>
          <w:b w:val="0"/>
          <w:color w:val="000000"/>
          <w:sz w:val="18"/>
        </w:rPr>
      </w:pPr>
      <w:r w:rsidRPr="00E13933">
        <w:rPr>
          <w:rFonts w:ascii="ＭＳ 明朝" w:eastAsia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4814762</wp:posOffset>
                </wp:positionH>
                <wp:positionV relativeFrom="paragraph">
                  <wp:posOffset>210820</wp:posOffset>
                </wp:positionV>
                <wp:extent cx="1609725" cy="1711842"/>
                <wp:effectExtent l="0" t="0" r="9525" b="3175"/>
                <wp:wrapNone/>
                <wp:docPr id="6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1711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8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01"/>
                            </w:tblGrid>
                            <w:tr w:rsidR="008C70AE">
                              <w:trPr>
                                <w:trHeight w:val="118"/>
                              </w:trPr>
                              <w:tc>
                                <w:tcPr>
                                  <w:tcW w:w="1701" w:type="dxa"/>
                                  <w:tcBorders>
                                    <w:bottom w:val="dashed" w:sz="4" w:space="0" w:color="auto"/>
                                  </w:tcBorders>
                                </w:tcPr>
                                <w:p w:rsidR="008C70AE" w:rsidRDefault="008C70AE">
                                  <w:pPr>
                                    <w:jc w:val="left"/>
                                    <w:rPr>
                                      <w:rFonts w:ascii="OASYS明朝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8C70AE">
                              <w:trPr>
                                <w:trHeight w:val="2289"/>
                              </w:trPr>
                              <w:tc>
                                <w:tcPr>
                                  <w:tcW w:w="1701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:rsidR="00AA08B1" w:rsidRPr="00E13933" w:rsidRDefault="008C70AE" w:rsidP="00382F7C">
                                  <w:pPr>
                                    <w:spacing w:line="260" w:lineRule="atLeast"/>
                                    <w:ind w:left="113" w:right="113"/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1393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Paste a </w:t>
                                  </w:r>
                                </w:p>
                                <w:p w:rsidR="00AA08B1" w:rsidRPr="00E13933" w:rsidRDefault="00147DEB">
                                  <w:pPr>
                                    <w:spacing w:line="260" w:lineRule="atLeast"/>
                                    <w:ind w:left="113" w:right="113"/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E1393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p</w:t>
                                  </w:r>
                                  <w:r w:rsidR="008C70AE" w:rsidRPr="00E1393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hotograph</w:t>
                                  </w:r>
                                  <w:r w:rsidR="00382F7C" w:rsidRPr="00E1393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　of yourself</w:t>
                                  </w:r>
                                  <w:r w:rsidR="008C70AE" w:rsidRPr="00E1393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taken </w:t>
                                  </w:r>
                                </w:p>
                                <w:p w:rsidR="00A76C97" w:rsidRDefault="00A76C97" w:rsidP="00284A1C">
                                  <w:pPr>
                                    <w:spacing w:line="260" w:lineRule="atLeast"/>
                                    <w:ind w:left="113" w:right="113"/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within the past 3</w:t>
                                  </w:r>
                                </w:p>
                                <w:p w:rsidR="008C70AE" w:rsidRPr="00284A1C" w:rsidRDefault="008C70AE" w:rsidP="00A76C97">
                                  <w:pPr>
                                    <w:spacing w:line="260" w:lineRule="atLeast"/>
                                    <w:ind w:right="113"/>
                                    <w:jc w:val="left"/>
                                    <w:rPr>
                                      <w:rFonts w:ascii="ＭＳ Ｐ明朝" w:eastAsia="ＭＳ Ｐ明朝" w:hAnsi="ＭＳ Ｐ明朝"/>
                                      <w:color w:val="000000"/>
                                      <w:sz w:val="14"/>
                                    </w:rPr>
                                  </w:pPr>
                                  <w:r w:rsidRPr="00E1393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months.</w:t>
                                  </w:r>
                                  <w:r w:rsidRPr="00E1393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8C70AE" w:rsidRDefault="008C70AE" w:rsidP="00284A1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79.1pt;margin-top:16.6pt;width:126.75pt;height:134.8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" filled="f" stroked="f" strokeweight=".5pt">
                <v:textbox inset="0,0,0,0">
                  <w:txbxContent>
                    <w:tbl>
                      <w:tblPr>
                        <w:tblW w:w="0" w:type="auto"/>
                        <w:tblInd w:w="8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01"/>
                      </w:tblGrid>
                      <w:tr w:rsidR="008C70AE">
                        <w:trPr>
                          <w:trHeight w:val="118"/>
                        </w:trPr>
                        <w:tc>
                          <w:tcPr>
                            <w:tcW w:w="1701" w:type="dxa"/>
                            <w:tcBorders>
                              <w:bottom w:val="dashed" w:sz="4" w:space="0" w:color="auto"/>
                            </w:tcBorders>
                          </w:tcPr>
                          <w:p w:rsidR="008C70AE" w:rsidRDefault="008C70AE">
                            <w:pPr>
                              <w:jc w:val="left"/>
                              <w:rPr>
                                <w:rFonts w:ascii="OASYS明朝"/>
                                <w:sz w:val="14"/>
                              </w:rPr>
                            </w:pPr>
                          </w:p>
                        </w:tc>
                      </w:tr>
                      <w:tr w:rsidR="008C70AE">
                        <w:trPr>
                          <w:trHeight w:val="2289"/>
                        </w:trPr>
                        <w:tc>
                          <w:tcPr>
                            <w:tcW w:w="1701" w:type="dxa"/>
                            <w:tcBorders>
                              <w:top w:val="dashed" w:sz="4" w:space="0" w:color="auto"/>
                              <w:left w:val="dashed" w:sz="4" w:space="0" w:color="auto"/>
                              <w:bottom w:val="dashed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:rsidR="00AA08B1" w:rsidRPr="00E13933" w:rsidRDefault="008C70AE" w:rsidP="00382F7C">
                            <w:pPr>
                              <w:spacing w:line="260" w:lineRule="atLeast"/>
                              <w:ind w:left="113" w:right="113"/>
                              <w:jc w:val="left"/>
                              <w:rPr>
                                <w:rFonts w:ascii="ＭＳ Ｐ明朝" w:eastAsia="ＭＳ Ｐ明朝" w:hAnsi="ＭＳ Ｐ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1393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 xml:space="preserve">Paste a </w:t>
                            </w:r>
                          </w:p>
                          <w:p w:rsidR="00AA08B1" w:rsidRPr="00E13933" w:rsidRDefault="00147DEB">
                            <w:pPr>
                              <w:spacing w:line="260" w:lineRule="atLeast"/>
                              <w:ind w:left="113" w:right="113"/>
                              <w:jc w:val="left"/>
                              <w:rPr>
                                <w:rFonts w:ascii="ＭＳ Ｐ明朝" w:eastAsia="ＭＳ Ｐ明朝" w:hAnsi="ＭＳ Ｐ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E1393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>p</w:t>
                            </w:r>
                            <w:r w:rsidR="008C70AE" w:rsidRPr="00E1393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>hotograph</w:t>
                            </w:r>
                            <w:r w:rsidR="00382F7C" w:rsidRPr="00E1393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 xml:space="preserve">　of yourself</w:t>
                            </w:r>
                            <w:r w:rsidR="008C70AE" w:rsidRPr="00E1393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 xml:space="preserve"> taken </w:t>
                            </w:r>
                          </w:p>
                          <w:p w:rsidR="00A76C97" w:rsidRDefault="00A76C97" w:rsidP="00284A1C">
                            <w:pPr>
                              <w:spacing w:line="260" w:lineRule="atLeast"/>
                              <w:ind w:left="113" w:right="113"/>
                              <w:jc w:val="left"/>
                              <w:rPr>
                                <w:rFonts w:ascii="ＭＳ Ｐ明朝" w:eastAsia="ＭＳ Ｐ明朝" w:hAnsi="ＭＳ Ｐ明朝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>within the past 3</w:t>
                            </w:r>
                          </w:p>
                          <w:p w:rsidR="008C70AE" w:rsidRPr="00284A1C" w:rsidRDefault="008C70AE" w:rsidP="00A76C97">
                            <w:pPr>
                              <w:spacing w:line="260" w:lineRule="atLeast"/>
                              <w:ind w:right="113"/>
                              <w:jc w:val="left"/>
                              <w:rPr>
                                <w:rFonts w:ascii="ＭＳ Ｐ明朝" w:eastAsia="ＭＳ Ｐ明朝" w:hAnsi="ＭＳ Ｐ明朝"/>
                                <w:color w:val="000000"/>
                                <w:sz w:val="14"/>
                              </w:rPr>
                            </w:pPr>
                            <w:r w:rsidRPr="00E1393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8"/>
                                <w:szCs w:val="18"/>
                              </w:rPr>
                              <w:t xml:space="preserve"> months.</w:t>
                            </w:r>
                            <w:r w:rsidRPr="00E13933">
                              <w:rPr>
                                <w:rFonts w:ascii="ＭＳ Ｐ明朝" w:eastAsia="ＭＳ Ｐ明朝" w:hAnsi="ＭＳ Ｐ明朝" w:hint="eastAsia"/>
                                <w:color w:val="000000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8C70AE" w:rsidRDefault="008C70AE" w:rsidP="00284A1C"/>
                  </w:txbxContent>
                </v:textbox>
              </v:shape>
            </w:pict>
          </mc:Fallback>
        </mc:AlternateContent>
      </w:r>
      <w:r w:rsidR="00CE6415" w:rsidRPr="00E13933">
        <w:rPr>
          <w:rFonts w:ascii="ＭＳ 明朝" w:eastAsia="ＭＳ 明朝" w:hAnsi="ＭＳ 明朝" w:hint="eastAsia"/>
          <w:b w:val="0"/>
          <w:color w:val="000000"/>
        </w:rPr>
        <w:t>APPLICATION FOR</w:t>
      </w:r>
      <w:r w:rsidR="00CA6F20" w:rsidRPr="00E13933">
        <w:rPr>
          <w:rFonts w:ascii="ＭＳ 明朝" w:eastAsia="ＭＳ 明朝" w:hAnsi="ＭＳ 明朝" w:hint="eastAsia"/>
          <w:b w:val="0"/>
          <w:color w:val="000000"/>
        </w:rPr>
        <w:t xml:space="preserve"> ADMISSION TO SHIZUOKA UNIVERSITY</w:t>
      </w:r>
    </w:p>
    <w:p w:rsidR="00AA08B1" w:rsidRPr="00D6231A" w:rsidRDefault="001648E3">
      <w:pPr>
        <w:tabs>
          <w:tab w:val="left" w:pos="8222"/>
        </w:tabs>
        <w:jc w:val="left"/>
        <w:rPr>
          <w:rFonts w:ascii="OASYS明朝"/>
          <w:b/>
          <w:color w:val="000000"/>
          <w:sz w:val="18"/>
          <w:szCs w:val="18"/>
          <w:bdr w:val="single" w:sz="4" w:space="0" w:color="auto"/>
        </w:rPr>
      </w:pPr>
      <w:r w:rsidRPr="00D6231A">
        <w:rPr>
          <w:rFonts w:ascii="OASYS明朝" w:hint="eastAsia"/>
          <w:b/>
          <w:color w:val="000000"/>
          <w:sz w:val="18"/>
          <w:szCs w:val="18"/>
          <w:bdr w:val="single" w:sz="4" w:space="0" w:color="auto"/>
        </w:rPr>
        <w:t>TYPE or WRITE IN BLOCK LETTERS BY HAND</w:t>
      </w:r>
    </w:p>
    <w:p w:rsidR="00CA6F20" w:rsidRPr="00E13933" w:rsidRDefault="00CA6F20" w:rsidP="009E459B">
      <w:pPr>
        <w:numPr>
          <w:ilvl w:val="0"/>
          <w:numId w:val="4"/>
        </w:numPr>
        <w:ind w:left="357" w:hanging="357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氏　名（自国語)　（</w:t>
      </w:r>
      <w:r w:rsidR="00261B47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N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ame in </w:t>
      </w:r>
      <w:r w:rsidR="00261B47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full</w:t>
      </w:r>
      <w:r w:rsidR="003005C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,</w:t>
      </w:r>
      <w:r w:rsidR="00261B47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in 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native language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）：</w:t>
      </w:r>
    </w:p>
    <w:p w:rsidR="00CE6415" w:rsidRPr="005E2B19" w:rsidRDefault="00CE6415" w:rsidP="005E2B19">
      <w:pPr>
        <w:tabs>
          <w:tab w:val="left" w:pos="8222"/>
        </w:tabs>
        <w:spacing w:line="200" w:lineRule="exact"/>
        <w:ind w:leftChars="284" w:left="426"/>
        <w:jc w:val="left"/>
        <w:rPr>
          <w:rFonts w:ascii="ＭＳ 明朝" w:eastAsia="ＭＳ 明朝" w:hAnsi="ＭＳ 明朝"/>
          <w:color w:val="000000"/>
          <w:sz w:val="14"/>
          <w:szCs w:val="18"/>
        </w:rPr>
      </w:pP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(Family name)      </w:t>
      </w:r>
      <w:r w:rsidR="005E2B19">
        <w:rPr>
          <w:rFonts w:ascii="ＭＳ 明朝" w:eastAsia="ＭＳ 明朝" w:hAnsi="ＭＳ 明朝"/>
          <w:color w:val="000000"/>
          <w:sz w:val="14"/>
          <w:szCs w:val="18"/>
        </w:rPr>
        <w:t xml:space="preserve">       </w:t>
      </w: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    (First name)</w:t>
      </w:r>
      <w:r w:rsidR="005E2B19"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       </w:t>
      </w:r>
      <w:r w:rsidR="005E2B19">
        <w:rPr>
          <w:rFonts w:ascii="ＭＳ 明朝" w:eastAsia="ＭＳ 明朝" w:hAnsi="ＭＳ 明朝"/>
          <w:color w:val="000000"/>
          <w:sz w:val="14"/>
          <w:szCs w:val="18"/>
        </w:rPr>
        <w:t xml:space="preserve">     </w:t>
      </w:r>
      <w:r w:rsidR="005E2B19"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      </w:t>
      </w: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>(Middle name)</w:t>
      </w:r>
    </w:p>
    <w:p w:rsidR="00DF6A76" w:rsidRPr="005E2B19" w:rsidRDefault="005E2B19" w:rsidP="005E2B19">
      <w:pPr>
        <w:tabs>
          <w:tab w:val="left" w:pos="8222"/>
        </w:tabs>
        <w:ind w:leftChars="378" w:left="567"/>
        <w:jc w:val="left"/>
        <w:rPr>
          <w:rFonts w:asciiTheme="minorEastAsia" w:eastAsiaTheme="minorEastAsia" w:hAnsiTheme="minorEastAsia"/>
          <w:color w:val="000000"/>
          <w:sz w:val="24"/>
          <w:szCs w:val="18"/>
        </w:rPr>
      </w:pPr>
      <w:r>
        <w:rPr>
          <w:rFonts w:asciiTheme="minorEastAsia" w:eastAsiaTheme="minorEastAsia" w:hAnsiTheme="minorEastAsia"/>
          <w:color w:val="000000"/>
          <w:sz w:val="24"/>
          <w:szCs w:val="18"/>
        </w:rPr>
        <w:t>___</w:t>
      </w:r>
      <w:r w:rsidR="00DF6A76"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</w:t>
      </w:r>
      <w:r w:rsidR="000847C1">
        <w:rPr>
          <w:rFonts w:asciiTheme="minorEastAsia" w:eastAsiaTheme="minorEastAsia" w:hAnsiTheme="minorEastAsia"/>
          <w:color w:val="000000"/>
          <w:sz w:val="24"/>
          <w:szCs w:val="18"/>
        </w:rPr>
        <w:t>_</w:t>
      </w:r>
      <w:r w:rsidR="00DF6A76" w:rsidRPr="005E2B19">
        <w:rPr>
          <w:rFonts w:asciiTheme="minorEastAsia" w:eastAsiaTheme="minorEastAsia" w:hAnsiTheme="minorEastAsia"/>
          <w:color w:val="000000"/>
          <w:sz w:val="24"/>
          <w:szCs w:val="18"/>
        </w:rPr>
        <w:t xml:space="preserve">______  </w:t>
      </w:r>
      <w:r w:rsidR="000847C1">
        <w:rPr>
          <w:rFonts w:asciiTheme="minorEastAsia" w:eastAsiaTheme="minorEastAsia" w:hAnsiTheme="minorEastAsia"/>
          <w:color w:val="000000"/>
          <w:sz w:val="24"/>
          <w:szCs w:val="18"/>
        </w:rPr>
        <w:t>___</w:t>
      </w:r>
      <w:r w:rsidR="000847C1"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</w:t>
      </w:r>
      <w:r w:rsidR="000847C1">
        <w:rPr>
          <w:rFonts w:asciiTheme="minorEastAsia" w:eastAsiaTheme="minorEastAsia" w:hAnsiTheme="minorEastAsia"/>
          <w:color w:val="000000"/>
          <w:sz w:val="24"/>
          <w:szCs w:val="18"/>
        </w:rPr>
        <w:t>_</w:t>
      </w:r>
      <w:r w:rsidR="000847C1"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______</w:t>
      </w:r>
      <w:r w:rsidR="000847C1">
        <w:rPr>
          <w:rFonts w:asciiTheme="minorEastAsia" w:eastAsiaTheme="minorEastAsia" w:hAnsiTheme="minorEastAsia"/>
          <w:color w:val="000000"/>
          <w:sz w:val="24"/>
          <w:szCs w:val="18"/>
        </w:rPr>
        <w:t xml:space="preserve">  ___</w:t>
      </w:r>
      <w:r w:rsidR="000847C1"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</w:t>
      </w:r>
      <w:r w:rsidR="000847C1">
        <w:rPr>
          <w:rFonts w:asciiTheme="minorEastAsia" w:eastAsiaTheme="minorEastAsia" w:hAnsiTheme="minorEastAsia"/>
          <w:color w:val="000000"/>
          <w:sz w:val="24"/>
          <w:szCs w:val="18"/>
        </w:rPr>
        <w:t>_</w:t>
      </w:r>
      <w:r w:rsidR="000847C1"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______</w:t>
      </w:r>
    </w:p>
    <w:p w:rsidR="00CA6F20" w:rsidRPr="002340FF" w:rsidRDefault="00CA6F20" w:rsidP="005E2B19">
      <w:pPr>
        <w:tabs>
          <w:tab w:val="left" w:pos="8222"/>
        </w:tabs>
        <w:ind w:leftChars="189" w:left="283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2340FF">
        <w:rPr>
          <w:rFonts w:ascii="ＭＳ 明朝" w:eastAsia="ＭＳ 明朝" w:hAnsi="ＭＳ 明朝" w:hint="eastAsia"/>
          <w:color w:val="000000"/>
          <w:sz w:val="18"/>
          <w:szCs w:val="18"/>
        </w:rPr>
        <w:t>（ローマ字）</w:t>
      </w:r>
      <w:r w:rsidR="00CE6415" w:rsidRPr="002340FF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　</w:t>
      </w:r>
      <w:r w:rsidRPr="002340FF">
        <w:rPr>
          <w:rFonts w:ascii="ＭＳ 明朝" w:eastAsia="ＭＳ 明朝" w:hAnsi="ＭＳ 明朝" w:hint="eastAsia"/>
          <w:color w:val="000000"/>
          <w:sz w:val="18"/>
          <w:szCs w:val="18"/>
        </w:rPr>
        <w:t>（</w:t>
      </w:r>
      <w:r w:rsidR="00CE6415" w:rsidRPr="002340FF">
        <w:rPr>
          <w:rFonts w:ascii="ＭＳ 明朝" w:eastAsia="ＭＳ 明朝" w:hAnsi="ＭＳ 明朝" w:hint="eastAsia"/>
          <w:color w:val="000000"/>
          <w:sz w:val="18"/>
          <w:szCs w:val="18"/>
        </w:rPr>
        <w:t>In Roman capital</w:t>
      </w:r>
      <w:r w:rsidR="00915C7B" w:rsidRPr="002340FF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letter</w:t>
      </w:r>
      <w:r w:rsidR="00CE6415" w:rsidRPr="002340FF">
        <w:rPr>
          <w:rFonts w:ascii="ＭＳ 明朝" w:eastAsia="ＭＳ 明朝" w:hAnsi="ＭＳ 明朝" w:hint="eastAsia"/>
          <w:color w:val="000000"/>
          <w:sz w:val="18"/>
          <w:szCs w:val="18"/>
        </w:rPr>
        <w:t>s</w:t>
      </w:r>
      <w:r w:rsidRPr="002340FF">
        <w:rPr>
          <w:rFonts w:ascii="ＭＳ 明朝" w:eastAsia="ＭＳ 明朝" w:hAnsi="ＭＳ 明朝" w:hint="eastAsia"/>
          <w:color w:val="000000"/>
          <w:sz w:val="18"/>
          <w:szCs w:val="18"/>
        </w:rPr>
        <w:t>）：</w:t>
      </w:r>
    </w:p>
    <w:p w:rsidR="005E2B19" w:rsidRPr="005E2B19" w:rsidRDefault="005E2B19" w:rsidP="005E2B19">
      <w:pPr>
        <w:tabs>
          <w:tab w:val="left" w:pos="8222"/>
        </w:tabs>
        <w:spacing w:line="200" w:lineRule="exact"/>
        <w:ind w:leftChars="284" w:left="426"/>
        <w:jc w:val="left"/>
        <w:rPr>
          <w:rFonts w:ascii="ＭＳ 明朝" w:eastAsia="ＭＳ 明朝" w:hAnsi="ＭＳ 明朝"/>
          <w:color w:val="000000"/>
          <w:sz w:val="14"/>
          <w:szCs w:val="18"/>
        </w:rPr>
      </w:pP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(Family name)      </w:t>
      </w:r>
      <w:r>
        <w:rPr>
          <w:rFonts w:ascii="ＭＳ 明朝" w:eastAsia="ＭＳ 明朝" w:hAnsi="ＭＳ 明朝"/>
          <w:color w:val="000000"/>
          <w:sz w:val="14"/>
          <w:szCs w:val="18"/>
        </w:rPr>
        <w:t xml:space="preserve">       </w:t>
      </w: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    (First name)       </w:t>
      </w:r>
      <w:r>
        <w:rPr>
          <w:rFonts w:ascii="ＭＳ 明朝" w:eastAsia="ＭＳ 明朝" w:hAnsi="ＭＳ 明朝"/>
          <w:color w:val="000000"/>
          <w:sz w:val="14"/>
          <w:szCs w:val="18"/>
        </w:rPr>
        <w:t xml:space="preserve">     </w:t>
      </w: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      (Middle name)</w:t>
      </w:r>
    </w:p>
    <w:p w:rsidR="005E2B19" w:rsidRDefault="000847C1" w:rsidP="000847C1">
      <w:pPr>
        <w:tabs>
          <w:tab w:val="left" w:pos="8222"/>
        </w:tabs>
        <w:ind w:leftChars="378" w:left="567"/>
        <w:jc w:val="left"/>
        <w:rPr>
          <w:rFonts w:asciiTheme="minorEastAsia" w:eastAsiaTheme="minorEastAsia" w:hAnsiTheme="minorEastAsia"/>
          <w:color w:val="000000"/>
          <w:sz w:val="24"/>
          <w:szCs w:val="18"/>
        </w:rPr>
      </w:pPr>
      <w:r>
        <w:rPr>
          <w:rFonts w:asciiTheme="minorEastAsia" w:eastAsiaTheme="minorEastAsia" w:hAnsiTheme="minorEastAsia"/>
          <w:color w:val="000000"/>
          <w:sz w:val="24"/>
          <w:szCs w:val="18"/>
        </w:rPr>
        <w:t>___</w:t>
      </w:r>
      <w:r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</w:t>
      </w:r>
      <w:r>
        <w:rPr>
          <w:rFonts w:asciiTheme="minorEastAsia" w:eastAsiaTheme="minorEastAsia" w:hAnsiTheme="minorEastAsia"/>
          <w:color w:val="000000"/>
          <w:sz w:val="24"/>
          <w:szCs w:val="18"/>
        </w:rPr>
        <w:t>_</w:t>
      </w:r>
      <w:r w:rsidRPr="005E2B19">
        <w:rPr>
          <w:rFonts w:asciiTheme="minorEastAsia" w:eastAsiaTheme="minorEastAsia" w:hAnsiTheme="minorEastAsia"/>
          <w:color w:val="000000"/>
          <w:sz w:val="24"/>
          <w:szCs w:val="18"/>
        </w:rPr>
        <w:t xml:space="preserve">______  </w:t>
      </w:r>
      <w:r>
        <w:rPr>
          <w:rFonts w:asciiTheme="minorEastAsia" w:eastAsiaTheme="minorEastAsia" w:hAnsiTheme="minorEastAsia"/>
          <w:color w:val="000000"/>
          <w:sz w:val="24"/>
          <w:szCs w:val="18"/>
        </w:rPr>
        <w:t>___</w:t>
      </w:r>
      <w:r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</w:t>
      </w:r>
      <w:r>
        <w:rPr>
          <w:rFonts w:asciiTheme="minorEastAsia" w:eastAsiaTheme="minorEastAsia" w:hAnsiTheme="minorEastAsia"/>
          <w:color w:val="000000"/>
          <w:sz w:val="24"/>
          <w:szCs w:val="18"/>
        </w:rPr>
        <w:t>_</w:t>
      </w:r>
      <w:r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______</w:t>
      </w:r>
      <w:r>
        <w:rPr>
          <w:rFonts w:asciiTheme="minorEastAsia" w:eastAsiaTheme="minorEastAsia" w:hAnsiTheme="minorEastAsia"/>
          <w:color w:val="000000"/>
          <w:sz w:val="24"/>
          <w:szCs w:val="18"/>
        </w:rPr>
        <w:t xml:space="preserve">  ___</w:t>
      </w:r>
      <w:r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</w:t>
      </w:r>
      <w:r>
        <w:rPr>
          <w:rFonts w:asciiTheme="minorEastAsia" w:eastAsiaTheme="minorEastAsia" w:hAnsiTheme="minorEastAsia"/>
          <w:color w:val="000000"/>
          <w:sz w:val="24"/>
          <w:szCs w:val="18"/>
        </w:rPr>
        <w:t>_</w:t>
      </w:r>
      <w:r w:rsidRPr="005E2B19">
        <w:rPr>
          <w:rFonts w:asciiTheme="minorEastAsia" w:eastAsiaTheme="minorEastAsia" w:hAnsiTheme="minorEastAsia"/>
          <w:color w:val="000000"/>
          <w:sz w:val="24"/>
          <w:szCs w:val="18"/>
        </w:rPr>
        <w:t>______</w:t>
      </w:r>
    </w:p>
    <w:p w:rsidR="00DF6A76" w:rsidRPr="002340FF" w:rsidRDefault="00DF6A76" w:rsidP="005E2B19">
      <w:pPr>
        <w:tabs>
          <w:tab w:val="left" w:pos="8222"/>
        </w:tabs>
        <w:ind w:leftChars="189" w:left="283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2340FF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（カタカナ）　（In </w:t>
      </w:r>
      <w:r w:rsidRPr="002340FF">
        <w:rPr>
          <w:rFonts w:ascii="ＭＳ 明朝" w:eastAsia="ＭＳ 明朝" w:hAnsi="ＭＳ 明朝"/>
          <w:color w:val="000000"/>
          <w:sz w:val="18"/>
          <w:szCs w:val="18"/>
        </w:rPr>
        <w:t>KATAKANA, If possible</w:t>
      </w:r>
      <w:r w:rsidRPr="002340FF">
        <w:rPr>
          <w:rFonts w:ascii="ＭＳ 明朝" w:eastAsia="ＭＳ 明朝" w:hAnsi="ＭＳ 明朝" w:hint="eastAsia"/>
          <w:color w:val="000000"/>
          <w:sz w:val="18"/>
          <w:szCs w:val="18"/>
        </w:rPr>
        <w:t>）：</w:t>
      </w:r>
    </w:p>
    <w:p w:rsidR="005E2B19" w:rsidRPr="005E2B19" w:rsidRDefault="005E2B19" w:rsidP="005E2B19">
      <w:pPr>
        <w:tabs>
          <w:tab w:val="left" w:pos="8222"/>
        </w:tabs>
        <w:spacing w:line="200" w:lineRule="exact"/>
        <w:ind w:leftChars="284" w:left="426"/>
        <w:jc w:val="left"/>
        <w:rPr>
          <w:rFonts w:ascii="ＭＳ 明朝" w:eastAsia="ＭＳ 明朝" w:hAnsi="ＭＳ 明朝"/>
          <w:color w:val="000000"/>
          <w:sz w:val="14"/>
          <w:szCs w:val="18"/>
        </w:rPr>
      </w:pP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(Family name)      </w:t>
      </w:r>
      <w:r>
        <w:rPr>
          <w:rFonts w:ascii="ＭＳ 明朝" w:eastAsia="ＭＳ 明朝" w:hAnsi="ＭＳ 明朝"/>
          <w:color w:val="000000"/>
          <w:sz w:val="14"/>
          <w:szCs w:val="18"/>
        </w:rPr>
        <w:t xml:space="preserve">       </w:t>
      </w: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    (First name)       </w:t>
      </w:r>
      <w:r>
        <w:rPr>
          <w:rFonts w:ascii="ＭＳ 明朝" w:eastAsia="ＭＳ 明朝" w:hAnsi="ＭＳ 明朝"/>
          <w:color w:val="000000"/>
          <w:sz w:val="14"/>
          <w:szCs w:val="18"/>
        </w:rPr>
        <w:t xml:space="preserve">     </w:t>
      </w:r>
      <w:r w:rsidRPr="005E2B19">
        <w:rPr>
          <w:rFonts w:ascii="ＭＳ 明朝" w:eastAsia="ＭＳ 明朝" w:hAnsi="ＭＳ 明朝" w:hint="eastAsia"/>
          <w:color w:val="000000"/>
          <w:sz w:val="14"/>
          <w:szCs w:val="18"/>
        </w:rPr>
        <w:t xml:space="preserve">      (Middle name)</w:t>
      </w:r>
    </w:p>
    <w:p w:rsidR="000847C1" w:rsidRPr="000847C1" w:rsidRDefault="000847C1" w:rsidP="000847C1">
      <w:pPr>
        <w:pStyle w:val="af3"/>
        <w:tabs>
          <w:tab w:val="left" w:pos="8222"/>
        </w:tabs>
        <w:ind w:leftChars="0" w:left="360"/>
        <w:jc w:val="left"/>
        <w:rPr>
          <w:rFonts w:asciiTheme="minorEastAsia" w:eastAsiaTheme="minorEastAsia" w:hAnsiTheme="minorEastAsia"/>
          <w:color w:val="000000"/>
          <w:sz w:val="24"/>
          <w:szCs w:val="18"/>
        </w:rPr>
      </w:pPr>
      <w:r w:rsidRPr="000847C1">
        <w:rPr>
          <w:rFonts w:asciiTheme="minorEastAsia" w:eastAsiaTheme="minorEastAsia" w:hAnsiTheme="minorEastAsia"/>
          <w:color w:val="000000"/>
          <w:sz w:val="24"/>
          <w:szCs w:val="18"/>
        </w:rPr>
        <w:t>_______________  _______________  _______________</w:t>
      </w:r>
    </w:p>
    <w:p w:rsidR="00CA6F20" w:rsidRPr="00E13933" w:rsidRDefault="00CA6F20" w:rsidP="005E2B19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性別(Sex)　　　：　□男（Male）　　　□女（Female）</w:t>
      </w:r>
    </w:p>
    <w:p w:rsidR="00CA6F20" w:rsidRPr="00E13933" w:rsidRDefault="00CA6F20">
      <w:pPr>
        <w:jc w:val="left"/>
        <w:rPr>
          <w:rFonts w:ascii="OASYS明朝"/>
          <w:color w:val="000000"/>
          <w:sz w:val="18"/>
          <w:szCs w:val="18"/>
        </w:rPr>
      </w:pPr>
    </w:p>
    <w:p w:rsidR="00CA6F20" w:rsidRPr="00E13933" w:rsidRDefault="00CA6F20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生年月日 (Date of </w:t>
      </w:r>
      <w:r w:rsidR="003005C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B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irth）：　　　　年（Year）　 　　月（Month）    　　日（Day） 　年齢 (Age)：</w:t>
      </w:r>
    </w:p>
    <w:p w:rsidR="00902A64" w:rsidRPr="00E13933" w:rsidRDefault="009769A1">
      <w:pPr>
        <w:jc w:val="left"/>
        <w:rPr>
          <w:rFonts w:ascii="OASYS明朝"/>
          <w:color w:val="000000"/>
          <w:sz w:val="18"/>
          <w:szCs w:val="18"/>
        </w:rPr>
      </w:pPr>
      <w:r w:rsidRPr="00E13933">
        <w:rPr>
          <w:rFonts w:ascii="OASYS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10160</wp:posOffset>
                </wp:positionV>
                <wp:extent cx="3000375" cy="0"/>
                <wp:effectExtent l="0" t="0" r="0" b="0"/>
                <wp:wrapNone/>
                <wp:docPr id="58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0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0F1FE" id="Line 324" o:spid="_x0000_s1026" style="position:absolute;left:0;text-align:lef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25pt,.8pt" to="367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" strokeweight=".5pt"/>
            </w:pict>
          </mc:Fallback>
        </mc:AlternateContent>
      </w:r>
      <w:r w:rsidRPr="00E13933">
        <w:rPr>
          <w:rFonts w:ascii="OASYS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10160</wp:posOffset>
                </wp:positionV>
                <wp:extent cx="1238250" cy="0"/>
                <wp:effectExtent l="0" t="0" r="0" b="0"/>
                <wp:wrapNone/>
                <wp:docPr id="57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08702" id="Line 330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25pt,.8pt" to="483.7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" strokeweight=".5pt"/>
            </w:pict>
          </mc:Fallback>
        </mc:AlternateContent>
      </w:r>
    </w:p>
    <w:p w:rsidR="00902A64" w:rsidRPr="00832E6F" w:rsidRDefault="00902A64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832E6F">
        <w:rPr>
          <w:rFonts w:ascii="ＭＳ 明朝" w:eastAsia="ＭＳ 明朝" w:hAnsi="ＭＳ 明朝" w:hint="eastAsia"/>
          <w:color w:val="000000"/>
          <w:sz w:val="18"/>
          <w:szCs w:val="18"/>
        </w:rPr>
        <w:t>既婚・未婚の別</w:t>
      </w:r>
      <w:r w:rsidR="009D2641" w:rsidRPr="00832E6F">
        <w:rPr>
          <w:rFonts w:ascii="ＭＳ 明朝" w:eastAsia="ＭＳ 明朝" w:hAnsi="ＭＳ 明朝" w:hint="eastAsia"/>
          <w:color w:val="000000"/>
          <w:sz w:val="18"/>
          <w:szCs w:val="18"/>
        </w:rPr>
        <w:t>（Marital Status）：　　□既婚 (Married)　　　　□未婚（Single）</w:t>
      </w:r>
    </w:p>
    <w:p w:rsidR="009D2641" w:rsidRPr="00E13933" w:rsidRDefault="009D2641">
      <w:pPr>
        <w:jc w:val="left"/>
        <w:rPr>
          <w:rFonts w:ascii="OASYS明朝"/>
          <w:color w:val="000000"/>
          <w:sz w:val="18"/>
          <w:szCs w:val="18"/>
        </w:rPr>
      </w:pPr>
    </w:p>
    <w:p w:rsidR="00CE6415" w:rsidRPr="00E13933" w:rsidRDefault="009D2641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国　籍（Nationality）</w:t>
      </w:r>
      <w:r w:rsidR="00D077FE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：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　　　　　　　　　　　　　　　　（Japanese Nationality：　□Yes     □No）</w:t>
      </w:r>
    </w:p>
    <w:p w:rsidR="00CE6415" w:rsidRPr="00E13933" w:rsidRDefault="009769A1">
      <w:pPr>
        <w:tabs>
          <w:tab w:val="left" w:pos="7372"/>
          <w:tab w:val="left" w:pos="7828"/>
        </w:tabs>
        <w:jc w:val="left"/>
        <w:rPr>
          <w:rFonts w:ascii="OASYS明朝"/>
          <w:color w:val="000000"/>
          <w:sz w:val="18"/>
          <w:szCs w:val="18"/>
        </w:rPr>
      </w:pPr>
      <w:r w:rsidRPr="00E13933">
        <w:rPr>
          <w:rFonts w:ascii="OASYS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10160</wp:posOffset>
                </wp:positionV>
                <wp:extent cx="1714500" cy="0"/>
                <wp:effectExtent l="0" t="0" r="0" b="0"/>
                <wp:wrapNone/>
                <wp:docPr id="56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C473A" id="Line 336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5pt,.8pt" to="247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" strokeweight=".5pt"/>
            </w:pict>
          </mc:Fallback>
        </mc:AlternateContent>
      </w:r>
    </w:p>
    <w:p w:rsidR="00CE6415" w:rsidRPr="00E13933" w:rsidRDefault="00D077FE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出生地（Place of Birth）：</w:t>
      </w:r>
    </w:p>
    <w:p w:rsidR="00CE6415" w:rsidRPr="00E13933" w:rsidRDefault="009769A1">
      <w:pPr>
        <w:jc w:val="left"/>
        <w:rPr>
          <w:rFonts w:ascii="OASYS明朝"/>
          <w:color w:val="000000"/>
          <w:sz w:val="18"/>
          <w:szCs w:val="18"/>
        </w:rPr>
      </w:pPr>
      <w:r w:rsidRPr="00E13933">
        <w:rPr>
          <w:rFonts w:ascii="OASYS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10160</wp:posOffset>
                </wp:positionV>
                <wp:extent cx="2238375" cy="0"/>
                <wp:effectExtent l="0" t="0" r="0" b="0"/>
                <wp:wrapNone/>
                <wp:docPr id="55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19ACA" id="Line 342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5pt,.8pt" to="303.7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" strokeweight=".5pt"/>
            </w:pict>
          </mc:Fallback>
        </mc:AlternateContent>
      </w:r>
    </w:p>
    <w:p w:rsidR="00CE6415" w:rsidRPr="00E13933" w:rsidRDefault="00D077FE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住所（</w:t>
      </w:r>
      <w:r w:rsidR="00915C7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Current 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Address）:</w:t>
      </w:r>
    </w:p>
    <w:p w:rsidR="00CE6415" w:rsidRPr="00E13933" w:rsidRDefault="009769A1" w:rsidP="006A4B99">
      <w:pPr>
        <w:ind w:firstLineChars="300" w:firstLine="54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10160</wp:posOffset>
                </wp:positionV>
                <wp:extent cx="4810125" cy="0"/>
                <wp:effectExtent l="0" t="0" r="0" b="0"/>
                <wp:wrapNone/>
                <wp:docPr id="5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0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0657A9" id="Line 14" o:spid="_x0000_s1026" style="position:absolute;left:0;text-align:lef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.8pt" to="50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" strokeweight=".5pt"/>
            </w:pict>
          </mc:Fallback>
        </mc:AlternateContent>
      </w:r>
      <w:r w:rsidR="00D077FE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電話番号(P</w:t>
      </w:r>
      <w:r w:rsidR="00287932">
        <w:rPr>
          <w:rFonts w:ascii="ＭＳ 明朝" w:eastAsia="ＭＳ 明朝" w:hAnsi="ＭＳ 明朝" w:hint="eastAsia"/>
          <w:color w:val="000000"/>
          <w:sz w:val="18"/>
          <w:szCs w:val="18"/>
        </w:rPr>
        <w:t>hone):</w:t>
      </w:r>
      <w:r w:rsidR="00287932">
        <w:rPr>
          <w:rFonts w:ascii="ＭＳ 明朝" w:eastAsia="ＭＳ 明朝" w:hAnsi="ＭＳ 明朝" w:hint="eastAsia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1245B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ﾌｧｯｸｽ</w:t>
      </w:r>
      <w:r w:rsidR="00D077FE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番号(</w:t>
      </w:r>
      <w:r w:rsidR="00915C7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FAX</w:t>
      </w:r>
      <w:r w:rsidR="00D077FE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number）：</w:t>
      </w:r>
    </w:p>
    <w:p w:rsidR="00D077FE" w:rsidRPr="00E13933" w:rsidRDefault="009769A1" w:rsidP="006A4B99">
      <w:pPr>
        <w:ind w:firstLineChars="300" w:firstLine="54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4714875</wp:posOffset>
                </wp:positionH>
                <wp:positionV relativeFrom="paragraph">
                  <wp:posOffset>10160</wp:posOffset>
                </wp:positionV>
                <wp:extent cx="1666875" cy="0"/>
                <wp:effectExtent l="0" t="0" r="0" b="0"/>
                <wp:wrapNone/>
                <wp:docPr id="53" name="Lin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6D978" id="Line 346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25pt,.8pt" to="50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10160</wp:posOffset>
                </wp:positionV>
                <wp:extent cx="1809750" cy="0"/>
                <wp:effectExtent l="0" t="0" r="0" b="0"/>
                <wp:wrapNone/>
                <wp:docPr id="52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60E2B" id="Line 345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5pt,.8pt" to="240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" strokeweight=".5pt"/>
            </w:pict>
          </mc:Fallback>
        </mc:AlternateContent>
      </w:r>
      <w:r w:rsidR="00116AF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E</w:t>
      </w:r>
      <w:r w:rsidR="00D077FE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mail address：</w:t>
      </w:r>
    </w:p>
    <w:p w:rsidR="00D077FE" w:rsidRPr="00E13933" w:rsidRDefault="009769A1">
      <w:pPr>
        <w:jc w:val="left"/>
        <w:rPr>
          <w:rFonts w:ascii="OASYS明朝"/>
          <w:color w:val="000000"/>
          <w:sz w:val="18"/>
          <w:szCs w:val="18"/>
        </w:rPr>
      </w:pPr>
      <w:r w:rsidRPr="00E13933">
        <w:rPr>
          <w:rFonts w:ascii="ＭＳ Ｐ明朝" w:eastAsia="ＭＳ Ｐ明朝" w:hAnsi="ＭＳ Ｐ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10160</wp:posOffset>
                </wp:positionV>
                <wp:extent cx="5143500" cy="0"/>
                <wp:effectExtent l="0" t="0" r="0" b="0"/>
                <wp:wrapNone/>
                <wp:docPr id="51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413BF" id="Line 349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5pt,.8pt" to="50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" strokeweight=".5pt"/>
            </w:pict>
          </mc:Fallback>
        </mc:AlternateContent>
      </w:r>
    </w:p>
    <w:p w:rsidR="00CE6415" w:rsidRPr="00E13933" w:rsidRDefault="004B2D8D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実家（</w:t>
      </w:r>
      <w:r w:rsidR="00DD091B" w:rsidRPr="00E13933">
        <w:rPr>
          <w:rFonts w:ascii="ＭＳ 明朝" w:eastAsia="ＭＳ 明朝" w:hAnsi="ＭＳ 明朝"/>
          <w:color w:val="000000"/>
          <w:sz w:val="18"/>
          <w:szCs w:val="18"/>
        </w:rPr>
        <w:t>Permanent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Address）：</w:t>
      </w:r>
    </w:p>
    <w:p w:rsidR="004B2D8D" w:rsidRPr="00E13933" w:rsidRDefault="009769A1" w:rsidP="006A4B99">
      <w:pPr>
        <w:ind w:firstLineChars="300" w:firstLine="54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10160</wp:posOffset>
                </wp:positionV>
                <wp:extent cx="4714875" cy="0"/>
                <wp:effectExtent l="0" t="0" r="0" b="0"/>
                <wp:wrapNone/>
                <wp:docPr id="50" name="Lin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48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EFD76" id="Line 353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25pt,.8pt" to="50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10160</wp:posOffset>
                </wp:positionV>
                <wp:extent cx="4714875" cy="0"/>
                <wp:effectExtent l="0" t="0" r="0" b="0"/>
                <wp:wrapNone/>
                <wp:docPr id="49" name="Lin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48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C35AE" id="Line 352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25pt,.8pt" to="50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" strokeweight=".5pt"/>
            </w:pict>
          </mc:Fallback>
        </mc:AlternateContent>
      </w:r>
      <w:r w:rsidR="004B2D8D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電</w:t>
      </w:r>
      <w:r w:rsidR="00287932" w:rsidRPr="00287932">
        <w:rPr>
          <w:rFonts w:ascii="ＭＳ 明朝" w:eastAsia="ＭＳ 明朝" w:hAnsi="ＭＳ 明朝" w:hint="eastAsia"/>
          <w:color w:val="000000"/>
          <w:sz w:val="18"/>
          <w:szCs w:val="18"/>
        </w:rPr>
        <w:t>話番号(Phone):</w:t>
      </w:r>
      <w:r w:rsidR="00287932" w:rsidRPr="00287932">
        <w:rPr>
          <w:rFonts w:ascii="ＭＳ 明朝" w:eastAsia="ＭＳ 明朝" w:hAnsi="ＭＳ 明朝" w:hint="eastAsia"/>
          <w:color w:val="000000"/>
          <w:sz w:val="18"/>
          <w:szCs w:val="18"/>
        </w:rPr>
        <w:tab/>
      </w:r>
      <w:r w:rsidR="00287932" w:rsidRPr="00287932">
        <w:rPr>
          <w:rFonts w:ascii="ＭＳ 明朝" w:eastAsia="ＭＳ 明朝" w:hAnsi="ＭＳ 明朝" w:hint="eastAsia"/>
          <w:color w:val="000000"/>
          <w:sz w:val="18"/>
          <w:szCs w:val="18"/>
        </w:rPr>
        <w:tab/>
      </w:r>
      <w:r w:rsidR="00287932" w:rsidRPr="00287932">
        <w:rPr>
          <w:rFonts w:ascii="ＭＳ 明朝" w:eastAsia="ＭＳ 明朝" w:hAnsi="ＭＳ 明朝" w:hint="eastAsia"/>
          <w:color w:val="000000"/>
          <w:sz w:val="18"/>
          <w:szCs w:val="18"/>
        </w:rPr>
        <w:tab/>
      </w:r>
      <w:r w:rsidR="00287932" w:rsidRPr="00287932">
        <w:rPr>
          <w:rFonts w:ascii="ＭＳ 明朝" w:eastAsia="ＭＳ 明朝" w:hAnsi="ＭＳ 明朝" w:hint="eastAsia"/>
          <w:color w:val="000000"/>
          <w:sz w:val="18"/>
          <w:szCs w:val="18"/>
        </w:rPr>
        <w:tab/>
        <w:t>ﾌｧｯｸｽ番号(FAX number）：</w:t>
      </w:r>
    </w:p>
    <w:p w:rsidR="004B2D8D" w:rsidRPr="00E13933" w:rsidRDefault="009769A1" w:rsidP="006A4B99">
      <w:pPr>
        <w:ind w:firstLineChars="300" w:firstLine="54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4714875</wp:posOffset>
                </wp:positionH>
                <wp:positionV relativeFrom="paragraph">
                  <wp:posOffset>10160</wp:posOffset>
                </wp:positionV>
                <wp:extent cx="1666875" cy="0"/>
                <wp:effectExtent l="0" t="0" r="0" b="0"/>
                <wp:wrapNone/>
                <wp:docPr id="48" name="Lin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68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073FD" id="Line 355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25pt,.8pt" to="50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10160</wp:posOffset>
                </wp:positionV>
                <wp:extent cx="1809750" cy="0"/>
                <wp:effectExtent l="0" t="0" r="0" b="0"/>
                <wp:wrapNone/>
                <wp:docPr id="47" name="Lin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B1233" id="Line 354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5pt,.8pt" to="240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" strokeweight=".5pt"/>
            </w:pict>
          </mc:Fallback>
        </mc:AlternateContent>
      </w:r>
      <w:r w:rsidR="00116AF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E</w:t>
      </w:r>
      <w:r w:rsidR="004B2D8D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mail</w:t>
      </w:r>
      <w:r w:rsidR="005D25A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</w:t>
      </w:r>
      <w:r w:rsidR="004B2D8D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address：</w:t>
      </w:r>
    </w:p>
    <w:p w:rsidR="004B2D8D" w:rsidRPr="00E13933" w:rsidRDefault="009769A1" w:rsidP="004B2D8D">
      <w:pPr>
        <w:jc w:val="left"/>
        <w:rPr>
          <w:rFonts w:ascii="OASYS明朝"/>
          <w:color w:val="000000"/>
          <w:sz w:val="18"/>
          <w:szCs w:val="18"/>
        </w:rPr>
      </w:pPr>
      <w:r w:rsidRPr="00E13933">
        <w:rPr>
          <w:rFonts w:ascii="ＭＳ Ｐ明朝" w:eastAsia="ＭＳ Ｐ明朝" w:hAnsi="ＭＳ Ｐ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10160</wp:posOffset>
                </wp:positionV>
                <wp:extent cx="5143500" cy="0"/>
                <wp:effectExtent l="0" t="0" r="0" b="0"/>
                <wp:wrapNone/>
                <wp:docPr id="46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30DD45" id="Line 356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5pt,.8pt" to="502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" strokeweight=".5pt"/>
            </w:pict>
          </mc:Fallback>
        </mc:AlternateContent>
      </w:r>
    </w:p>
    <w:p w:rsidR="005E2B19" w:rsidRPr="00E13933" w:rsidRDefault="005E2B19" w:rsidP="005E2B19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D0209B5" wp14:editId="123B3634">
                <wp:simplePos x="0" y="0"/>
                <wp:positionH relativeFrom="column">
                  <wp:posOffset>2752725</wp:posOffset>
                </wp:positionH>
                <wp:positionV relativeFrom="paragraph">
                  <wp:posOffset>167005</wp:posOffset>
                </wp:positionV>
                <wp:extent cx="3667125" cy="0"/>
                <wp:effectExtent l="0" t="0" r="0" b="0"/>
                <wp:wrapNone/>
                <wp:docPr id="43" name="Lin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7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C4491" id="Line 363" o:spid="_x0000_s1026" style="position:absolute;left:0;text-align:lef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75pt,13.15pt" to="505.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" strokeweight=".5pt"/>
            </w:pict>
          </mc:Fallback>
        </mc:AlternateConten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現在在籍する大学名（University enrolled in）：</w:t>
      </w:r>
    </w:p>
    <w:p w:rsidR="005E2B19" w:rsidRPr="00E13933" w:rsidRDefault="005E2B19" w:rsidP="005E2B19">
      <w:pPr>
        <w:ind w:left="36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>
        <w:rPr>
          <w:rFonts w:asciiTheme="minorEastAsia" w:eastAsiaTheme="minorEastAsia" w:hAnsiTheme="minorEastAsia" w:hint="eastAsia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49B2D61" wp14:editId="50289676">
                <wp:simplePos x="0" y="0"/>
                <wp:positionH relativeFrom="column">
                  <wp:posOffset>192151</wp:posOffset>
                </wp:positionH>
                <wp:positionV relativeFrom="paragraph">
                  <wp:posOffset>163017</wp:posOffset>
                </wp:positionV>
                <wp:extent cx="6155690" cy="409651"/>
                <wp:effectExtent l="0" t="0" r="16510" b="28575"/>
                <wp:wrapNone/>
                <wp:docPr id="59" name="大かっこ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5690" cy="409651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FCAA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59" o:spid="_x0000_s1026" type="#_x0000_t185" style="position:absolute;left:0;text-align:left;margin-left:15.15pt;margin-top:12.85pt;width:484.7pt;height:32.25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" strokecolor="black [3200]" strokeweight=".5pt">
                <v:stroke joinstyle="miter"/>
              </v:shape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0211DDC" wp14:editId="51835777">
                <wp:simplePos x="0" y="0"/>
                <wp:positionH relativeFrom="column">
                  <wp:posOffset>4667250</wp:posOffset>
                </wp:positionH>
                <wp:positionV relativeFrom="paragraph">
                  <wp:posOffset>146050</wp:posOffset>
                </wp:positionV>
                <wp:extent cx="619125" cy="0"/>
                <wp:effectExtent l="0" t="0" r="0" b="0"/>
                <wp:wrapNone/>
                <wp:docPr id="42" name="Lin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2760F" id="Line 375" o:spid="_x0000_s1026" style="position:absolute;left:0;text-align:lef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5pt,11.5pt" to="416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6BF4234" wp14:editId="625B93CA">
                <wp:simplePos x="0" y="0"/>
                <wp:positionH relativeFrom="column">
                  <wp:posOffset>3762375</wp:posOffset>
                </wp:positionH>
                <wp:positionV relativeFrom="paragraph">
                  <wp:posOffset>146050</wp:posOffset>
                </wp:positionV>
                <wp:extent cx="666750" cy="0"/>
                <wp:effectExtent l="0" t="0" r="0" b="0"/>
                <wp:wrapNone/>
                <wp:docPr id="41" name="Lin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75069" id="Line 369" o:spid="_x0000_s1026" style="position:absolute;left:0;text-align:lef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25pt,11.5pt" to="348.7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E41907C" wp14:editId="6450D8A9">
                <wp:simplePos x="0" y="0"/>
                <wp:positionH relativeFrom="column">
                  <wp:posOffset>904875</wp:posOffset>
                </wp:positionH>
                <wp:positionV relativeFrom="paragraph">
                  <wp:posOffset>146050</wp:posOffset>
                </wp:positionV>
                <wp:extent cx="333375" cy="0"/>
                <wp:effectExtent l="0" t="0" r="0" b="0"/>
                <wp:wrapNone/>
                <wp:docPr id="40" name="Lin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FABF4" id="Line 366" o:spid="_x0000_s1026" style="position:absolute;left:0;text-align:lef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25pt,11.5pt" to="97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" strokeweight=".5pt"/>
            </w:pict>
          </mc:Fallback>
        </mc:AlternateConten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在学年次（in      grade）,　　卒業見込年月（will graduate in：　　　　　　Year           Month）　</w:t>
      </w:r>
    </w:p>
    <w:p w:rsidR="005E2B19" w:rsidRPr="00284A1C" w:rsidRDefault="005E2B19" w:rsidP="005E2B19">
      <w:pPr>
        <w:ind w:left="360"/>
        <w:jc w:val="left"/>
        <w:rPr>
          <w:rFonts w:asciiTheme="minorEastAsia" w:eastAsiaTheme="minorEastAsia" w:hAnsiTheme="minorEastAsia"/>
          <w:color w:val="000000"/>
          <w:sz w:val="18"/>
          <w:szCs w:val="18"/>
        </w:rPr>
      </w:pPr>
      <w:r w:rsidRPr="00284A1C">
        <w:rPr>
          <w:rFonts w:asciiTheme="minorEastAsia" w:eastAsiaTheme="minorEastAsia" w:hAnsiTheme="minorEastAsia" w:hint="eastAsia"/>
          <w:color w:val="000000"/>
          <w:sz w:val="18"/>
          <w:szCs w:val="18"/>
        </w:rPr>
        <w:t>所属部局と専攻(Name of Faculty and your major)：</w:t>
      </w:r>
    </w:p>
    <w:p w:rsidR="005E2B19" w:rsidRPr="00284A1C" w:rsidRDefault="005E2B19" w:rsidP="005E2B19">
      <w:pPr>
        <w:ind w:left="360"/>
        <w:jc w:val="left"/>
        <w:rPr>
          <w:rFonts w:asciiTheme="minorEastAsia" w:eastAsiaTheme="minorEastAsia" w:hAnsiTheme="minorEastAsia"/>
          <w:color w:val="000000"/>
          <w:sz w:val="18"/>
          <w:szCs w:val="18"/>
        </w:rPr>
      </w:pPr>
    </w:p>
    <w:p w:rsidR="005E2B19" w:rsidRPr="00185F2C" w:rsidRDefault="00C762D8" w:rsidP="005E2B19">
      <w:pPr>
        <w:ind w:left="360"/>
        <w:jc w:val="left"/>
        <w:rPr>
          <w:rFonts w:ascii="ＭＳ 明朝" w:eastAsia="ＭＳ 明朝" w:hAnsi="ＭＳ 明朝"/>
          <w:strike/>
          <w:sz w:val="18"/>
          <w:szCs w:val="18"/>
        </w:rPr>
      </w:pPr>
      <w:r w:rsidRPr="00185F2C">
        <w:rPr>
          <w:rFonts w:ascii="ＭＳ 明朝" w:eastAsia="ＭＳ 明朝" w:hAnsi="ＭＳ 明朝" w:hint="eastAsia"/>
          <w:sz w:val="18"/>
          <w:szCs w:val="18"/>
        </w:rPr>
        <w:t>（※</w:t>
      </w:r>
      <w:r w:rsidR="00D6231A" w:rsidRPr="00185F2C">
        <w:rPr>
          <w:rFonts w:ascii="ＭＳ 明朝" w:eastAsia="ＭＳ 明朝" w:hAnsi="ＭＳ 明朝" w:hint="eastAsia"/>
          <w:sz w:val="18"/>
          <w:szCs w:val="18"/>
        </w:rPr>
        <w:t>交換留学プロプラムの終了日までに、在籍校を卒業する学生は応募できません。</w:t>
      </w:r>
      <w:r w:rsidR="00665E82" w:rsidRPr="00185F2C">
        <w:rPr>
          <w:rFonts w:ascii="ＭＳ 明朝" w:eastAsia="ＭＳ 明朝" w:hAnsi="ＭＳ 明朝" w:hint="eastAsia"/>
          <w:sz w:val="18"/>
          <w:szCs w:val="18"/>
        </w:rPr>
        <w:t xml:space="preserve">The </w:t>
      </w:r>
      <w:r w:rsidR="00665E82" w:rsidRPr="00185F2C">
        <w:rPr>
          <w:rFonts w:ascii="ＭＳ 明朝" w:eastAsia="ＭＳ 明朝" w:hAnsi="ＭＳ 明朝"/>
          <w:sz w:val="18"/>
          <w:szCs w:val="18"/>
        </w:rPr>
        <w:t>students can’t apply for this program it they will graduate from their university during the exchange program period.</w:t>
      </w:r>
      <w:r w:rsidRPr="00185F2C">
        <w:rPr>
          <w:rFonts w:ascii="ＭＳ 明朝" w:eastAsia="ＭＳ 明朝" w:hAnsi="ＭＳ 明朝" w:hint="eastAsia"/>
          <w:sz w:val="18"/>
          <w:szCs w:val="18"/>
        </w:rPr>
        <w:t>）</w:t>
      </w:r>
    </w:p>
    <w:p w:rsidR="00CE6415" w:rsidRPr="00E13933" w:rsidRDefault="004B2D8D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学歴：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（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Educational background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</w:t>
      </w:r>
    </w:p>
    <w:tbl>
      <w:tblPr>
        <w:tblW w:w="10042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7"/>
        <w:gridCol w:w="2200"/>
        <w:gridCol w:w="1650"/>
        <w:gridCol w:w="1253"/>
        <w:gridCol w:w="2122"/>
      </w:tblGrid>
      <w:tr w:rsidR="00CE6415" w:rsidRPr="00E13933" w:rsidTr="000847C1">
        <w:trPr>
          <w:trHeight w:val="653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CE6415" w:rsidRPr="00E13933" w:rsidRDefault="00CE6415" w:rsidP="00116AFB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CE6415" w:rsidRPr="00E13933" w:rsidRDefault="007E5F60" w:rsidP="00CD1123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学校名</w:t>
            </w:r>
          </w:p>
          <w:p w:rsidR="00CE6415" w:rsidRPr="00E13933" w:rsidRDefault="005D25A6" w:rsidP="005D25A6">
            <w:pPr>
              <w:jc w:val="center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  <w:r w:rsidRPr="009E459B">
              <w:rPr>
                <w:rFonts w:ascii="ＭＳ 明朝" w:eastAsia="ＭＳ 明朝" w:hAnsi="ＭＳ 明朝" w:hint="eastAsia"/>
                <w:color w:val="000000"/>
                <w:sz w:val="14"/>
                <w:szCs w:val="16"/>
              </w:rPr>
              <w:t>(</w:t>
            </w:r>
            <w:r w:rsidR="007E5F60" w:rsidRPr="009E459B">
              <w:rPr>
                <w:rFonts w:ascii="ＭＳ 明朝" w:eastAsia="ＭＳ 明朝" w:hAnsi="ＭＳ 明朝" w:hint="eastAsia"/>
                <w:color w:val="000000"/>
                <w:sz w:val="14"/>
                <w:szCs w:val="16"/>
              </w:rPr>
              <w:t>Name and Address of School</w:t>
            </w:r>
            <w:r w:rsidRPr="009E459B">
              <w:rPr>
                <w:rFonts w:ascii="ＭＳ 明朝" w:eastAsia="ＭＳ 明朝" w:hAnsi="ＭＳ 明朝" w:hint="eastAsia"/>
                <w:color w:val="000000"/>
                <w:sz w:val="14"/>
                <w:szCs w:val="16"/>
              </w:rPr>
              <w:t>)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CE6415" w:rsidRPr="00E13933" w:rsidRDefault="00C9091E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入学及び卒業年月</w:t>
            </w:r>
          </w:p>
          <w:p w:rsidR="00C9091E" w:rsidRPr="009E459B" w:rsidRDefault="00CE6415" w:rsidP="005D25A6">
            <w:pPr>
              <w:ind w:firstLineChars="50" w:firstLine="80"/>
              <w:rPr>
                <w:rFonts w:ascii="ＭＳ 明朝" w:eastAsia="ＭＳ 明朝" w:hAnsi="ＭＳ 明朝"/>
                <w:color w:val="000000"/>
                <w:sz w:val="16"/>
                <w:szCs w:val="18"/>
              </w:rPr>
            </w:pPr>
            <w:r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(</w:t>
            </w:r>
            <w:r w:rsidR="00C9091E"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Year and Month</w:t>
            </w:r>
          </w:p>
          <w:p w:rsidR="00C9091E" w:rsidRPr="009E459B" w:rsidRDefault="00C9091E" w:rsidP="00C9091E">
            <w:pPr>
              <w:jc w:val="center"/>
              <w:rPr>
                <w:rFonts w:ascii="ＭＳ 明朝" w:eastAsia="ＭＳ 明朝" w:hAnsi="ＭＳ 明朝"/>
                <w:color w:val="000000"/>
                <w:sz w:val="16"/>
                <w:szCs w:val="18"/>
              </w:rPr>
            </w:pPr>
            <w:r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of Entrance and</w:t>
            </w:r>
          </w:p>
          <w:p w:rsidR="00CE6415" w:rsidRPr="00E13933" w:rsidRDefault="00C9091E" w:rsidP="005D25A6">
            <w:pPr>
              <w:ind w:firstLineChars="100" w:firstLine="16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Completion</w:t>
            </w:r>
            <w:r w:rsidR="00CE6415"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)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CE6415" w:rsidRPr="00E13933" w:rsidRDefault="00C9091E" w:rsidP="00540AB5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修学年数</w:t>
            </w:r>
          </w:p>
          <w:p w:rsidR="00540AB5" w:rsidRPr="009E459B" w:rsidRDefault="005D25A6" w:rsidP="00540AB5">
            <w:pPr>
              <w:ind w:firstLineChars="50" w:firstLine="80"/>
              <w:rPr>
                <w:rFonts w:ascii="ＭＳ 明朝" w:eastAsia="ＭＳ 明朝" w:hAnsi="ＭＳ 明朝"/>
                <w:color w:val="000000"/>
                <w:sz w:val="16"/>
                <w:szCs w:val="18"/>
              </w:rPr>
            </w:pPr>
            <w:r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(</w:t>
            </w:r>
            <w:r w:rsidR="00915C7B"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Duration</w:t>
            </w:r>
            <w:r w:rsidR="00540AB5"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 xml:space="preserve"> of</w:t>
            </w:r>
          </w:p>
          <w:p w:rsidR="00CE6415" w:rsidRPr="00E13933" w:rsidRDefault="00540AB5" w:rsidP="00540AB5">
            <w:pPr>
              <w:ind w:firstLineChars="50" w:firstLine="80"/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 xml:space="preserve"> A</w:t>
            </w:r>
            <w:r w:rsidR="00915C7B"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ttendance</w:t>
            </w:r>
            <w:r w:rsidR="00CE6415"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）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415" w:rsidRPr="00E13933" w:rsidRDefault="00C9091E" w:rsidP="00D537F8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学位・資格</w:t>
            </w:r>
            <w:r w:rsidR="003005C5"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・</w:t>
            </w: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専攻科目</w:t>
            </w:r>
          </w:p>
          <w:p w:rsidR="00D41306" w:rsidRPr="009E459B" w:rsidRDefault="00CE6415" w:rsidP="005D25A6">
            <w:pPr>
              <w:ind w:firstLineChars="100" w:firstLine="160"/>
              <w:rPr>
                <w:rFonts w:ascii="ＭＳ 明朝" w:eastAsia="ＭＳ 明朝" w:hAnsi="ＭＳ 明朝"/>
                <w:color w:val="000000"/>
                <w:sz w:val="16"/>
                <w:szCs w:val="18"/>
              </w:rPr>
            </w:pPr>
            <w:r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（</w:t>
            </w:r>
            <w:r w:rsidR="00C9091E"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 xml:space="preserve">Diploma or </w:t>
            </w:r>
          </w:p>
          <w:p w:rsidR="00D41306" w:rsidRPr="009E459B" w:rsidRDefault="00C9091E" w:rsidP="00C9091E">
            <w:pPr>
              <w:jc w:val="center"/>
              <w:rPr>
                <w:rFonts w:ascii="ＭＳ 明朝" w:eastAsia="ＭＳ 明朝" w:hAnsi="ＭＳ 明朝"/>
                <w:color w:val="000000"/>
                <w:sz w:val="16"/>
                <w:szCs w:val="18"/>
              </w:rPr>
            </w:pPr>
            <w:r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Degree</w:t>
            </w:r>
            <w:r w:rsidR="00D41306"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 xml:space="preserve"> </w:t>
            </w:r>
            <w:r w:rsidR="003853C0"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A</w:t>
            </w:r>
            <w:r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warded</w:t>
            </w:r>
            <w:r w:rsidR="00116AFB"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,</w:t>
            </w:r>
            <w:r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 xml:space="preserve"> </w:t>
            </w:r>
          </w:p>
          <w:p w:rsidR="00CE6415" w:rsidRPr="00E13933" w:rsidRDefault="005D25A6" w:rsidP="00C9091E">
            <w:pPr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 xml:space="preserve"> </w:t>
            </w:r>
            <w:r w:rsidR="00C9091E"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 xml:space="preserve">Major </w:t>
            </w:r>
            <w:r w:rsidR="003853C0"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S</w:t>
            </w:r>
            <w:r w:rsidR="00C9091E"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ubject</w:t>
            </w:r>
            <w:r w:rsidR="00CE6415"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）</w:t>
            </w:r>
          </w:p>
        </w:tc>
      </w:tr>
      <w:tr w:rsidR="009E459B" w:rsidRPr="00E13933" w:rsidTr="000847C1">
        <w:trPr>
          <w:trHeight w:val="701"/>
        </w:trPr>
        <w:tc>
          <w:tcPr>
            <w:tcW w:w="2817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E13933" w:rsidRDefault="009E459B" w:rsidP="009E459B">
            <w:pPr>
              <w:ind w:leftChars="100" w:left="150"/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中等教育</w:t>
            </w:r>
            <w:r w:rsidRPr="006C6954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（Secondary</w:t>
            </w:r>
            <w:r w:rsidR="00A76C97">
              <w:rPr>
                <w:rFonts w:ascii="ＭＳ 明朝" w:eastAsia="ＭＳ 明朝" w:hAnsi="ＭＳ 明朝"/>
                <w:color w:val="000000"/>
                <w:sz w:val="16"/>
                <w:szCs w:val="18"/>
              </w:rPr>
              <w:t xml:space="preserve"> </w:t>
            </w:r>
            <w:r w:rsidRPr="006C6954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Education）</w:t>
            </w:r>
          </w:p>
          <w:p w:rsidR="009E459B" w:rsidRPr="00E13933" w:rsidRDefault="009E459B" w:rsidP="009E459B">
            <w:pPr>
              <w:ind w:leftChars="100" w:left="150"/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  <w:p w:rsidR="009E459B" w:rsidRPr="00E13933" w:rsidRDefault="009E459B" w:rsidP="009E459B">
            <w:pPr>
              <w:ind w:leftChars="100" w:left="150"/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中学</w:t>
            </w:r>
            <w:r w:rsidRPr="006C6954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（</w:t>
            </w:r>
            <w:r w:rsidRPr="00A76C97"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Lower Secondary School</w:t>
            </w:r>
            <w:r w:rsidRPr="009E459B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）</w:t>
            </w:r>
          </w:p>
        </w:tc>
        <w:tc>
          <w:tcPr>
            <w:tcW w:w="2200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E13933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Name</w:t>
            </w:r>
          </w:p>
          <w:p w:rsidR="009E459B" w:rsidRPr="00E13933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</w:p>
          <w:p w:rsidR="009E459B" w:rsidRPr="00E13933" w:rsidRDefault="009E459B" w:rsidP="009E459B">
            <w:pPr>
              <w:spacing w:line="164" w:lineRule="exact"/>
              <w:ind w:firstLineChars="50" w:firstLine="9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Location</w:t>
            </w:r>
          </w:p>
        </w:tc>
        <w:tc>
          <w:tcPr>
            <w:tcW w:w="1650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E13933" w:rsidRDefault="009E459B" w:rsidP="009E459B">
            <w:pPr>
              <w:spacing w:line="164" w:lineRule="exact"/>
              <w:ind w:firstLineChars="50" w:firstLine="9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入学(From）　</w:t>
            </w:r>
          </w:p>
          <w:p w:rsidR="009E459B" w:rsidRPr="00E13933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　</w:t>
            </w:r>
          </w:p>
          <w:p w:rsidR="009E459B" w:rsidRPr="00E13933" w:rsidRDefault="009E459B" w:rsidP="009E459B">
            <w:pPr>
              <w:spacing w:line="164" w:lineRule="exact"/>
              <w:ind w:firstLineChars="50" w:firstLine="9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卒業(To）</w:t>
            </w:r>
          </w:p>
        </w:tc>
        <w:tc>
          <w:tcPr>
            <w:tcW w:w="1253" w:type="dxa"/>
            <w:tcBorders>
              <w:left w:val="nil"/>
              <w:bottom w:val="single" w:sz="4" w:space="0" w:color="auto"/>
              <w:right w:val="dashed" w:sz="4" w:space="0" w:color="auto"/>
            </w:tcBorders>
          </w:tcPr>
          <w:p w:rsidR="009E459B" w:rsidRDefault="009E459B" w:rsidP="009E459B">
            <w:pPr>
              <w:jc w:val="right"/>
            </w:pPr>
            <w:r w:rsidRPr="001629B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years</w:t>
            </w:r>
          </w:p>
        </w:tc>
        <w:tc>
          <w:tcPr>
            <w:tcW w:w="212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59B" w:rsidRPr="00E13933" w:rsidRDefault="009E459B" w:rsidP="009E459B">
            <w:pPr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</w:tr>
      <w:tr w:rsidR="009E459B" w:rsidRPr="00E13933" w:rsidTr="000847C1">
        <w:trPr>
          <w:trHeight w:val="701"/>
        </w:trPr>
        <w:tc>
          <w:tcPr>
            <w:tcW w:w="2817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9E459B" w:rsidRPr="00E13933" w:rsidRDefault="009E459B" w:rsidP="006C6954">
            <w:pPr>
              <w:ind w:leftChars="100" w:left="150"/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  <w:p w:rsidR="009E459B" w:rsidRPr="00E13933" w:rsidRDefault="009E459B" w:rsidP="006C6954">
            <w:pPr>
              <w:ind w:leftChars="100" w:left="150"/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高校</w:t>
            </w:r>
            <w:r w:rsidRPr="006C6954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（Upper Secondary School）</w:t>
            </w:r>
          </w:p>
          <w:p w:rsidR="009E459B" w:rsidRPr="00E13933" w:rsidRDefault="009E459B" w:rsidP="006C6954">
            <w:pPr>
              <w:ind w:leftChars="100" w:left="150"/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E13933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Name</w:t>
            </w:r>
          </w:p>
          <w:p w:rsidR="009E459B" w:rsidRPr="00E13933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</w:p>
          <w:p w:rsidR="009E459B" w:rsidRPr="00E13933" w:rsidRDefault="009E459B" w:rsidP="009E459B">
            <w:pPr>
              <w:spacing w:line="164" w:lineRule="exact"/>
              <w:ind w:firstLineChars="50" w:firstLine="9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Location</w:t>
            </w:r>
          </w:p>
        </w:tc>
        <w:tc>
          <w:tcPr>
            <w:tcW w:w="1650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E13933" w:rsidRDefault="009E459B" w:rsidP="009E459B">
            <w:pPr>
              <w:spacing w:line="164" w:lineRule="exact"/>
              <w:ind w:firstLineChars="50" w:firstLine="9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入学(From）　</w:t>
            </w:r>
          </w:p>
          <w:p w:rsidR="009E459B" w:rsidRPr="00E13933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　</w:t>
            </w:r>
          </w:p>
          <w:p w:rsidR="009E459B" w:rsidRPr="00E13933" w:rsidRDefault="009E459B" w:rsidP="009E459B">
            <w:pPr>
              <w:spacing w:line="164" w:lineRule="exact"/>
              <w:ind w:firstLineChars="50" w:firstLine="9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卒業(To）</w:t>
            </w:r>
          </w:p>
        </w:tc>
        <w:tc>
          <w:tcPr>
            <w:tcW w:w="1253" w:type="dxa"/>
            <w:tcBorders>
              <w:left w:val="nil"/>
              <w:bottom w:val="single" w:sz="4" w:space="0" w:color="auto"/>
              <w:right w:val="dashed" w:sz="4" w:space="0" w:color="auto"/>
            </w:tcBorders>
          </w:tcPr>
          <w:p w:rsidR="009E459B" w:rsidRDefault="009E459B" w:rsidP="009E459B">
            <w:pPr>
              <w:jc w:val="right"/>
            </w:pPr>
            <w:r w:rsidRPr="001629B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years</w:t>
            </w:r>
          </w:p>
        </w:tc>
        <w:tc>
          <w:tcPr>
            <w:tcW w:w="212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59B" w:rsidRPr="00E13933" w:rsidRDefault="009E459B" w:rsidP="009E459B">
            <w:pPr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</w:tr>
      <w:tr w:rsidR="009E459B" w:rsidRPr="00E13933" w:rsidTr="000847C1">
        <w:trPr>
          <w:trHeight w:val="701"/>
        </w:trPr>
        <w:tc>
          <w:tcPr>
            <w:tcW w:w="2817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E13933" w:rsidRDefault="009E459B" w:rsidP="006C6954">
            <w:pPr>
              <w:ind w:leftChars="100" w:left="150"/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高等教育</w:t>
            </w:r>
            <w:r w:rsidRPr="006C6954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（Higher Education）</w:t>
            </w:r>
          </w:p>
          <w:p w:rsidR="009E459B" w:rsidRPr="00E13933" w:rsidRDefault="009E459B" w:rsidP="006C6954">
            <w:pPr>
              <w:ind w:leftChars="100" w:left="150"/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  <w:p w:rsidR="009E459B" w:rsidRPr="00E13933" w:rsidRDefault="009E459B" w:rsidP="006C6954">
            <w:pPr>
              <w:ind w:leftChars="100" w:left="150"/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大学</w:t>
            </w:r>
            <w:r w:rsidRPr="006C6954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（Undergraduate Level）</w:t>
            </w:r>
          </w:p>
        </w:tc>
        <w:tc>
          <w:tcPr>
            <w:tcW w:w="2200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E13933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Name</w:t>
            </w:r>
          </w:p>
          <w:p w:rsidR="009E459B" w:rsidRPr="00E13933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</w:p>
          <w:p w:rsidR="009E459B" w:rsidRPr="00E13933" w:rsidRDefault="009E459B" w:rsidP="009E459B">
            <w:pPr>
              <w:spacing w:line="164" w:lineRule="exact"/>
              <w:ind w:firstLineChars="50" w:firstLine="9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Location</w:t>
            </w:r>
          </w:p>
        </w:tc>
        <w:tc>
          <w:tcPr>
            <w:tcW w:w="1650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E13933" w:rsidRDefault="009E459B" w:rsidP="009E459B">
            <w:pPr>
              <w:spacing w:line="164" w:lineRule="exact"/>
              <w:ind w:firstLineChars="50" w:firstLine="9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入学(From）　</w:t>
            </w:r>
          </w:p>
          <w:p w:rsidR="009E459B" w:rsidRPr="00E13933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　</w:t>
            </w:r>
          </w:p>
          <w:p w:rsidR="009E459B" w:rsidRPr="00E13933" w:rsidRDefault="009E459B" w:rsidP="009E459B">
            <w:pPr>
              <w:spacing w:line="164" w:lineRule="exact"/>
              <w:ind w:firstLineChars="50" w:firstLine="9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卒業(To）</w:t>
            </w:r>
          </w:p>
        </w:tc>
        <w:tc>
          <w:tcPr>
            <w:tcW w:w="1253" w:type="dxa"/>
            <w:tcBorders>
              <w:left w:val="nil"/>
              <w:bottom w:val="single" w:sz="4" w:space="0" w:color="auto"/>
              <w:right w:val="dashed" w:sz="4" w:space="0" w:color="auto"/>
            </w:tcBorders>
          </w:tcPr>
          <w:p w:rsidR="009E459B" w:rsidRDefault="009E459B" w:rsidP="009E459B">
            <w:pPr>
              <w:jc w:val="right"/>
            </w:pPr>
            <w:r w:rsidRPr="001629B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years</w:t>
            </w:r>
          </w:p>
        </w:tc>
        <w:tc>
          <w:tcPr>
            <w:tcW w:w="212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59B" w:rsidRPr="00E13933" w:rsidRDefault="009E459B" w:rsidP="009E459B">
            <w:pPr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</w:tr>
      <w:tr w:rsidR="009E459B" w:rsidRPr="00E13933" w:rsidTr="000847C1">
        <w:trPr>
          <w:trHeight w:val="702"/>
        </w:trPr>
        <w:tc>
          <w:tcPr>
            <w:tcW w:w="2817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E13933" w:rsidRDefault="009E459B" w:rsidP="006C6954">
            <w:pPr>
              <w:ind w:leftChars="100" w:left="150"/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大学院</w:t>
            </w:r>
            <w:r w:rsidRPr="006C6954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（Graduate Level）</w:t>
            </w:r>
          </w:p>
        </w:tc>
        <w:tc>
          <w:tcPr>
            <w:tcW w:w="2200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E13933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Name</w:t>
            </w:r>
          </w:p>
          <w:p w:rsidR="009E459B" w:rsidRPr="00E13933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　　　</w:t>
            </w:r>
          </w:p>
          <w:p w:rsidR="009E459B" w:rsidRPr="00E13933" w:rsidRDefault="009E459B" w:rsidP="009E459B">
            <w:pPr>
              <w:spacing w:line="164" w:lineRule="exact"/>
              <w:ind w:firstLineChars="50" w:firstLine="9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Location</w:t>
            </w:r>
          </w:p>
        </w:tc>
        <w:tc>
          <w:tcPr>
            <w:tcW w:w="1650" w:type="dxa"/>
            <w:tcBorders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E459B" w:rsidRPr="00E13933" w:rsidRDefault="009E459B" w:rsidP="009E459B">
            <w:pPr>
              <w:spacing w:line="164" w:lineRule="exact"/>
              <w:ind w:firstLineChars="50" w:firstLine="9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入学(From）　</w:t>
            </w:r>
          </w:p>
          <w:p w:rsidR="009E459B" w:rsidRPr="00E13933" w:rsidRDefault="009E459B" w:rsidP="009E459B">
            <w:pPr>
              <w:spacing w:line="164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　</w:t>
            </w:r>
          </w:p>
          <w:p w:rsidR="009E459B" w:rsidRPr="00E13933" w:rsidRDefault="009E459B" w:rsidP="009E459B">
            <w:pPr>
              <w:spacing w:line="164" w:lineRule="exact"/>
              <w:ind w:firstLineChars="50" w:firstLine="90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卒業(To）</w:t>
            </w:r>
          </w:p>
        </w:tc>
        <w:tc>
          <w:tcPr>
            <w:tcW w:w="1253" w:type="dxa"/>
            <w:tcBorders>
              <w:left w:val="nil"/>
              <w:bottom w:val="single" w:sz="4" w:space="0" w:color="auto"/>
              <w:right w:val="dashed" w:sz="4" w:space="0" w:color="auto"/>
            </w:tcBorders>
          </w:tcPr>
          <w:p w:rsidR="009E459B" w:rsidRDefault="009E459B" w:rsidP="009E459B">
            <w:pPr>
              <w:jc w:val="right"/>
            </w:pPr>
            <w:r w:rsidRPr="001629B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years</w:t>
            </w:r>
          </w:p>
        </w:tc>
        <w:tc>
          <w:tcPr>
            <w:tcW w:w="212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59B" w:rsidRPr="00E13933" w:rsidRDefault="009E459B" w:rsidP="009E459B">
            <w:pPr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</w:tr>
    </w:tbl>
    <w:p w:rsidR="00DF6A76" w:rsidRDefault="00D537F8" w:rsidP="00DF6A76">
      <w:pPr>
        <w:ind w:firstLineChars="50" w:firstLine="90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以上を通算した全学校教育修学年数</w:t>
      </w:r>
      <w:r w:rsidR="005D25A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(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Total of </w:t>
      </w:r>
      <w:r w:rsidR="00382F7C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years in school as written above</w:t>
      </w:r>
      <w:r w:rsidR="00540A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）：</w:t>
      </w:r>
      <w:r w:rsidR="00540AB5" w:rsidRPr="00284A1C">
        <w:rPr>
          <w:rFonts w:ascii="ＭＳ 明朝" w:eastAsia="ＭＳ 明朝" w:hAnsi="ＭＳ 明朝" w:hint="eastAsia"/>
          <w:color w:val="000000"/>
          <w:sz w:val="18"/>
          <w:szCs w:val="18"/>
          <w:u w:val="single"/>
        </w:rPr>
        <w:t xml:space="preserve">      </w:t>
      </w:r>
      <w:r w:rsidR="00A76C97">
        <w:rPr>
          <w:rFonts w:ascii="ＭＳ 明朝" w:eastAsia="ＭＳ 明朝" w:hAnsi="ＭＳ 明朝" w:hint="eastAsia"/>
          <w:color w:val="000000"/>
          <w:sz w:val="18"/>
          <w:szCs w:val="18"/>
          <w:u w:val="single"/>
        </w:rPr>
        <w:t xml:space="preserve">  </w:t>
      </w:r>
      <w:r w:rsidR="005D25A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years and </w:t>
      </w:r>
      <w:r w:rsidR="005D25A6" w:rsidRPr="00284A1C">
        <w:rPr>
          <w:rFonts w:ascii="ＭＳ 明朝" w:eastAsia="ＭＳ 明朝" w:hAnsi="ＭＳ 明朝" w:hint="eastAsia"/>
          <w:color w:val="000000"/>
          <w:sz w:val="18"/>
          <w:szCs w:val="18"/>
          <w:u w:val="single"/>
        </w:rPr>
        <w:t xml:space="preserve">      </w:t>
      </w:r>
      <w:r w:rsidR="005D25A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months</w:t>
      </w:r>
    </w:p>
    <w:p w:rsidR="00185F2C" w:rsidRDefault="00185F2C" w:rsidP="00DF6A76">
      <w:pPr>
        <w:ind w:firstLineChars="50" w:firstLine="75"/>
      </w:pPr>
    </w:p>
    <w:p w:rsidR="009E459B" w:rsidRPr="009E459B" w:rsidRDefault="009E459B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9E459B">
        <w:rPr>
          <w:rFonts w:ascii="ＭＳ 明朝" w:eastAsia="ＭＳ 明朝" w:hAnsi="ＭＳ 明朝" w:hint="eastAsia"/>
          <w:color w:val="000000"/>
          <w:sz w:val="18"/>
          <w:szCs w:val="18"/>
        </w:rPr>
        <w:lastRenderedPageBreak/>
        <w:t>職歴等（Professional Experience）</w:t>
      </w:r>
    </w:p>
    <w:tbl>
      <w:tblPr>
        <w:tblStyle w:val="af4"/>
        <w:tblW w:w="98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74"/>
        <w:gridCol w:w="2250"/>
        <w:gridCol w:w="3000"/>
      </w:tblGrid>
      <w:tr w:rsidR="0013283F" w:rsidRPr="00E13933" w:rsidTr="00996EBB">
        <w:trPr>
          <w:trHeight w:val="406"/>
        </w:trPr>
        <w:tc>
          <w:tcPr>
            <w:tcW w:w="4574" w:type="dxa"/>
          </w:tcPr>
          <w:p w:rsidR="0013283F" w:rsidRPr="00E13933" w:rsidRDefault="0013283F" w:rsidP="00540AB5">
            <w:pPr>
              <w:spacing w:line="180" w:lineRule="exact"/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勤務先及び所在地</w:t>
            </w:r>
            <w:r w:rsidR="000847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br/>
            </w:r>
            <w:r w:rsidRPr="000847C1">
              <w:rPr>
                <w:rFonts w:ascii="ＭＳ 明朝" w:eastAsia="ＭＳ 明朝" w:hAnsi="ＭＳ 明朝" w:hint="eastAsia"/>
                <w:color w:val="000000"/>
                <w:sz w:val="16"/>
                <w:szCs w:val="18"/>
              </w:rPr>
              <w:t>（Name and address of organization）</w:t>
            </w:r>
          </w:p>
        </w:tc>
        <w:tc>
          <w:tcPr>
            <w:tcW w:w="2250" w:type="dxa"/>
          </w:tcPr>
          <w:p w:rsidR="0013283F" w:rsidRPr="00E13933" w:rsidRDefault="0013283F" w:rsidP="00540AB5">
            <w:pPr>
              <w:spacing w:line="180" w:lineRule="exact"/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職務内容</w:t>
            </w:r>
            <w:r w:rsidR="000847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br/>
            </w: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（Type of work）</w:t>
            </w:r>
          </w:p>
        </w:tc>
        <w:tc>
          <w:tcPr>
            <w:tcW w:w="3000" w:type="dxa"/>
          </w:tcPr>
          <w:p w:rsidR="0013283F" w:rsidRPr="00E13933" w:rsidRDefault="0013283F" w:rsidP="00540AB5">
            <w:pPr>
              <w:spacing w:line="180" w:lineRule="exact"/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勤務期間</w:t>
            </w:r>
            <w:r w:rsidR="000847C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br/>
            </w: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（Period of Employment）</w:t>
            </w:r>
          </w:p>
        </w:tc>
      </w:tr>
      <w:tr w:rsidR="0013283F" w:rsidRPr="00E13933" w:rsidTr="00996EBB">
        <w:trPr>
          <w:trHeight w:val="394"/>
        </w:trPr>
        <w:tc>
          <w:tcPr>
            <w:tcW w:w="4574" w:type="dxa"/>
          </w:tcPr>
          <w:p w:rsidR="0013283F" w:rsidRPr="00E13933" w:rsidRDefault="0013283F">
            <w:pPr>
              <w:jc w:val="left"/>
              <w:rPr>
                <w:rFonts w:ascii="OASYS明朝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</w:tcPr>
          <w:p w:rsidR="0013283F" w:rsidRPr="00E13933" w:rsidRDefault="0013283F">
            <w:pPr>
              <w:jc w:val="left"/>
              <w:rPr>
                <w:rFonts w:ascii="OASYS明朝"/>
                <w:color w:val="000000"/>
                <w:sz w:val="18"/>
                <w:szCs w:val="18"/>
              </w:rPr>
            </w:pPr>
            <w:r w:rsidRPr="00E13933">
              <w:rPr>
                <w:rFonts w:ascii="ＭＳ Ｐ明朝" w:eastAsia="ＭＳ Ｐ明朝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00" w:type="dxa"/>
          </w:tcPr>
          <w:p w:rsidR="0013283F" w:rsidRPr="00E13933" w:rsidRDefault="0013283F">
            <w:pPr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="008418D3"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f</w:t>
            </w: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rom           to</w:t>
            </w:r>
          </w:p>
        </w:tc>
      </w:tr>
      <w:tr w:rsidR="0013283F" w:rsidRPr="00E13933" w:rsidTr="00996EBB">
        <w:trPr>
          <w:trHeight w:val="394"/>
        </w:trPr>
        <w:tc>
          <w:tcPr>
            <w:tcW w:w="4574" w:type="dxa"/>
          </w:tcPr>
          <w:p w:rsidR="0013283F" w:rsidRPr="00E13933" w:rsidRDefault="0013283F">
            <w:pPr>
              <w:jc w:val="left"/>
              <w:rPr>
                <w:rFonts w:ascii="OASYS明朝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</w:tcPr>
          <w:p w:rsidR="0013283F" w:rsidRPr="00E13933" w:rsidRDefault="0013283F" w:rsidP="0013283F">
            <w:pPr>
              <w:jc w:val="left"/>
              <w:rPr>
                <w:rFonts w:ascii="ＭＳ Ｐ明朝" w:eastAsia="ＭＳ Ｐ明朝"/>
                <w:color w:val="000000"/>
                <w:sz w:val="18"/>
                <w:szCs w:val="18"/>
              </w:rPr>
            </w:pPr>
          </w:p>
        </w:tc>
        <w:tc>
          <w:tcPr>
            <w:tcW w:w="3000" w:type="dxa"/>
          </w:tcPr>
          <w:p w:rsidR="0013283F" w:rsidRPr="00E13933" w:rsidRDefault="0013283F">
            <w:pPr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="008418D3"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f</w:t>
            </w:r>
            <w:r w:rsidRPr="00E1393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rom           to</w:t>
            </w:r>
          </w:p>
        </w:tc>
      </w:tr>
    </w:tbl>
    <w:p w:rsidR="005712E7" w:rsidRDefault="005712E7">
      <w:pPr>
        <w:jc w:val="left"/>
        <w:rPr>
          <w:rFonts w:asciiTheme="minorEastAsia" w:eastAsiaTheme="minorEastAsia" w:hAnsiTheme="minorEastAsia"/>
          <w:color w:val="000000"/>
          <w:sz w:val="18"/>
          <w:szCs w:val="18"/>
        </w:rPr>
      </w:pPr>
    </w:p>
    <w:p w:rsidR="004305D5" w:rsidRPr="00E13933" w:rsidRDefault="004305D5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外国語能力を自己評価の上、該当欄に×印を記入してください｡</w:t>
      </w:r>
    </w:p>
    <w:p w:rsidR="00CE6415" w:rsidRPr="00E13933" w:rsidRDefault="00CE6415" w:rsidP="00D7481C">
      <w:pPr>
        <w:ind w:leftChars="189" w:left="539" w:hangingChars="142" w:hanging="256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（</w:t>
      </w:r>
      <w:r w:rsidR="00382F7C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Self-evaluate your </w:t>
      </w:r>
      <w:r w:rsidR="004305D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proficiency</w:t>
      </w:r>
      <w:r w:rsidR="00382F7C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in foreign languages. </w:t>
      </w:r>
      <w:r w:rsidR="00915C7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Put a</w:t>
      </w:r>
      <w:r w:rsidR="00540A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n</w:t>
      </w:r>
      <w:r w:rsidR="00915C7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Ⅹ </w:t>
      </w:r>
      <w:r w:rsidR="00382F7C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in the appropriate boxes.</w:t>
      </w:r>
      <w:r w:rsidR="00382F7C" w:rsidRPr="00E13933">
        <w:rPr>
          <w:rFonts w:ascii="ＭＳ 明朝" w:eastAsia="ＭＳ 明朝" w:hAnsi="ＭＳ 明朝"/>
          <w:color w:val="000000"/>
          <w:sz w:val="18"/>
          <w:szCs w:val="18"/>
        </w:rPr>
        <w:t>）</w:t>
      </w:r>
    </w:p>
    <w:tbl>
      <w:tblPr>
        <w:tblW w:w="983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2459"/>
        <w:gridCol w:w="2459"/>
        <w:gridCol w:w="2459"/>
      </w:tblGrid>
      <w:tr w:rsidR="005712E7" w:rsidRPr="00E13933" w:rsidTr="00996EBB">
        <w:trPr>
          <w:trHeight w:val="420"/>
        </w:trPr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E13933" w:rsidRDefault="005712E7" w:rsidP="00996EBB">
            <w:pPr>
              <w:spacing w:line="180" w:lineRule="exact"/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  <w:p w:rsidR="005712E7" w:rsidRPr="00E13933" w:rsidRDefault="005712E7" w:rsidP="00996EBB">
            <w:pPr>
              <w:spacing w:line="180" w:lineRule="exact"/>
              <w:jc w:val="center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284A1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初級</w:t>
            </w:r>
            <w:r w:rsidRPr="001648E3">
              <w:rPr>
                <w:rFonts w:ascii="ＭＳ 明朝" w:eastAsia="ＭＳ 明朝" w:hAnsi="ＭＳ 明朝"/>
                <w:sz w:val="18"/>
                <w:szCs w:val="18"/>
              </w:rPr>
              <w:br/>
            </w:r>
            <w:r w:rsidR="005712E7"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Begin</w:t>
            </w:r>
            <w:r w:rsidRPr="001648E3">
              <w:rPr>
                <w:rFonts w:ascii="ＭＳ 明朝" w:eastAsia="ＭＳ 明朝" w:hAnsi="ＭＳ 明朝"/>
                <w:sz w:val="18"/>
                <w:szCs w:val="18"/>
              </w:rPr>
              <w:t>n</w:t>
            </w: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ing</w:t>
            </w:r>
            <w:r w:rsidRPr="001648E3">
              <w:rPr>
                <w:rFonts w:ascii="ＭＳ 明朝" w:eastAsia="ＭＳ 明朝" w:hAnsi="ＭＳ 明朝"/>
                <w:sz w:val="18"/>
                <w:szCs w:val="18"/>
              </w:rPr>
              <w:t xml:space="preserve"> level</w:t>
            </w:r>
            <w:r w:rsidR="005712E7"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4A1C" w:rsidRPr="001648E3" w:rsidRDefault="00284A1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中級 </w:t>
            </w:r>
          </w:p>
          <w:p w:rsidR="005712E7" w:rsidRPr="001648E3" w:rsidRDefault="005712E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="00284A1C" w:rsidRPr="001648E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Intermediate </w:t>
            </w:r>
            <w:r w:rsidR="00284A1C" w:rsidRPr="001648E3">
              <w:rPr>
                <w:rFonts w:ascii="ＭＳ 明朝" w:eastAsia="ＭＳ 明朝" w:hAnsi="ＭＳ 明朝"/>
                <w:sz w:val="18"/>
                <w:szCs w:val="18"/>
              </w:rPr>
              <w:t>level</w:t>
            </w: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E7" w:rsidRPr="001648E3" w:rsidRDefault="00284A1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上級</w:t>
            </w:r>
            <w:r w:rsidRPr="001648E3">
              <w:rPr>
                <w:rFonts w:ascii="ＭＳ 明朝" w:eastAsia="ＭＳ 明朝" w:hAnsi="ＭＳ 明朝"/>
                <w:sz w:val="18"/>
                <w:szCs w:val="18"/>
              </w:rPr>
              <w:br/>
            </w:r>
            <w:r w:rsidR="005712E7"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Advanced level</w:t>
            </w:r>
            <w:r w:rsidR="005712E7"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</w:tr>
      <w:tr w:rsidR="005712E7" w:rsidRPr="00E13933" w:rsidTr="00996EBB">
        <w:trPr>
          <w:trHeight w:val="463"/>
        </w:trPr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英　語</w:t>
            </w:r>
          </w:p>
          <w:p w:rsidR="005712E7" w:rsidRPr="001648E3" w:rsidRDefault="005712E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648E3">
              <w:rPr>
                <w:rFonts w:ascii="ＭＳ 明朝" w:eastAsia="ＭＳ 明朝" w:hAnsi="ＭＳ 明朝" w:hint="eastAsia"/>
                <w:sz w:val="18"/>
                <w:szCs w:val="18"/>
              </w:rPr>
              <w:t>（English）</w:t>
            </w: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 w:rsidP="005E2B1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5712E7" w:rsidRPr="001648E3" w:rsidRDefault="005712E7" w:rsidP="005E2B1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 w:rsidP="005E2B1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5712E7" w:rsidRPr="001648E3" w:rsidRDefault="005712E7" w:rsidP="005E2B1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E7" w:rsidRPr="001648E3" w:rsidRDefault="005712E7" w:rsidP="005E2B1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5712E7" w:rsidRPr="001648E3" w:rsidRDefault="005712E7" w:rsidP="005E2B19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712E7" w:rsidRPr="00E13933" w:rsidTr="00996EBB">
        <w:trPr>
          <w:trHeight w:val="519"/>
        </w:trPr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</w:tcPr>
          <w:p w:rsidR="00284A1C" w:rsidRPr="001648E3" w:rsidRDefault="00284A1C" w:rsidP="00284A1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648E3">
              <w:rPr>
                <w:rFonts w:ascii="ＭＳ 明朝" w:eastAsia="ＭＳ 明朝" w:hAnsi="ＭＳ 明朝"/>
                <w:sz w:val="18"/>
                <w:szCs w:val="18"/>
              </w:rPr>
              <w:t>Other</w:t>
            </w:r>
          </w:p>
          <w:p w:rsidR="005712E7" w:rsidRPr="001648E3" w:rsidRDefault="005712E7" w:rsidP="00284A1C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648E3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="00284A1C" w:rsidRPr="001648E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</w:t>
            </w:r>
            <w:r w:rsidR="00284A1C" w:rsidRPr="001648E3">
              <w:rPr>
                <w:rFonts w:ascii="ＭＳ 明朝" w:eastAsia="ＭＳ 明朝" w:hAnsi="ＭＳ 明朝"/>
                <w:sz w:val="22"/>
                <w:szCs w:val="22"/>
              </w:rPr>
              <w:t xml:space="preserve">     </w:t>
            </w:r>
            <w:r w:rsidR="00284A1C" w:rsidRPr="001648E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D7481C" w:rsidRPr="001648E3">
              <w:rPr>
                <w:rFonts w:ascii="ＭＳ 明朝" w:eastAsia="ＭＳ 明朝" w:hAnsi="ＭＳ 明朝"/>
                <w:sz w:val="22"/>
                <w:szCs w:val="22"/>
              </w:rPr>
              <w:t xml:space="preserve">   </w:t>
            </w:r>
            <w:r w:rsidR="00284A1C" w:rsidRPr="001648E3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="00284A1C" w:rsidRPr="001648E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 </w:t>
            </w:r>
            <w:r w:rsidRPr="001648E3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 w:rsidP="00D7481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 w:rsidP="00D7481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E7" w:rsidRPr="001648E3" w:rsidRDefault="005712E7" w:rsidP="00D7481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712E7" w:rsidRPr="00E13933" w:rsidTr="00996EBB">
        <w:trPr>
          <w:trHeight w:val="519"/>
        </w:trPr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1648E3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="00284A1C" w:rsidRPr="001648E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 </w:t>
            </w:r>
            <w:r w:rsidR="00284A1C" w:rsidRPr="001648E3">
              <w:rPr>
                <w:rFonts w:ascii="ＭＳ 明朝" w:eastAsia="ＭＳ 明朝" w:hAnsi="ＭＳ 明朝"/>
                <w:sz w:val="22"/>
                <w:szCs w:val="22"/>
              </w:rPr>
              <w:t xml:space="preserve">         </w:t>
            </w:r>
            <w:r w:rsidR="00D7481C" w:rsidRPr="001648E3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="00284A1C" w:rsidRPr="001648E3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 </w:t>
            </w:r>
            <w:r w:rsidRPr="001648E3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 w:rsidP="00D7481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12E7" w:rsidRPr="001648E3" w:rsidRDefault="005712E7" w:rsidP="00D7481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E7" w:rsidRPr="001648E3" w:rsidRDefault="005712E7" w:rsidP="00D7481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:rsidR="00DF6A76" w:rsidRDefault="00DF6A76" w:rsidP="00DF6A76"/>
    <w:p w:rsidR="00CE6415" w:rsidRPr="00E13933" w:rsidRDefault="00E974BF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緊急の際の母国の連絡先（Person</w:t>
      </w:r>
      <w:r w:rsidR="001F39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to be notified in applicant's home country in case of </w:t>
      </w:r>
      <w:r w:rsidR="00915C7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an 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emergency)</w:t>
      </w:r>
      <w:r w:rsidR="00407F3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：</w:t>
      </w:r>
    </w:p>
    <w:p w:rsidR="00CE6415" w:rsidRPr="00E13933" w:rsidRDefault="009769A1" w:rsidP="005E2B19">
      <w:pPr>
        <w:ind w:leftChars="189" w:left="283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129540</wp:posOffset>
                </wp:positionV>
                <wp:extent cx="4810125" cy="0"/>
                <wp:effectExtent l="0" t="0" r="0" b="0"/>
                <wp:wrapNone/>
                <wp:docPr id="25" name="Lin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0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71E6E6" id="Line 548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10.2pt" to="502.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" strokeweight=".5pt"/>
            </w:pict>
          </mc:Fallback>
        </mc:AlternateContent>
      </w:r>
      <w:r w:rsidR="00407F3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(1)氏名（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Name in full</w:t>
      </w:r>
      <w:r w:rsidR="00407F3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）：</w:t>
      </w:r>
    </w:p>
    <w:p w:rsidR="00CE6415" w:rsidRPr="00E13933" w:rsidRDefault="00407F31" w:rsidP="005E2B19">
      <w:pPr>
        <w:ind w:leftChars="189" w:left="283"/>
        <w:jc w:val="left"/>
        <w:outlineLvl w:val="0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(2)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現住所(</w:t>
      </w:r>
      <w:r w:rsidR="00915C7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Current 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address)：</w:t>
      </w:r>
    </w:p>
    <w:p w:rsidR="00C543C3" w:rsidRPr="00E13933" w:rsidRDefault="009769A1" w:rsidP="005E2B19">
      <w:pPr>
        <w:spacing w:line="360" w:lineRule="auto"/>
        <w:ind w:leftChars="189" w:left="283" w:firstLine="568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4719624</wp:posOffset>
                </wp:positionH>
                <wp:positionV relativeFrom="paragraph">
                  <wp:posOffset>209467</wp:posOffset>
                </wp:positionV>
                <wp:extent cx="1659338" cy="0"/>
                <wp:effectExtent l="0" t="0" r="36195" b="19050"/>
                <wp:wrapNone/>
                <wp:docPr id="24" name="Lin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59338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0D016" id="Line 557" o:spid="_x0000_s1026" style="position:absolute;left:0;text-align:lef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pt,16.5pt" to="502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213360</wp:posOffset>
                </wp:positionV>
                <wp:extent cx="1762125" cy="0"/>
                <wp:effectExtent l="0" t="0" r="0" b="0"/>
                <wp:wrapNone/>
                <wp:docPr id="23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2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4C715" id="Line 554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pt,16.8pt" to="243.7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45720</wp:posOffset>
                </wp:positionV>
                <wp:extent cx="4619625" cy="0"/>
                <wp:effectExtent l="0" t="0" r="0" b="0"/>
                <wp:wrapNone/>
                <wp:docPr id="22" name="Lin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96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EC63AE" id="Line 551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75pt,3.6pt" to="502.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" strokeweight=".5pt"/>
            </w:pict>
          </mc:Fallback>
        </mc:AlternateConten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電話番号</w:t>
      </w:r>
      <w:r w:rsidR="00407F3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(Phone)：</w:t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1245B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ﾌｧｯｸｽ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番号(</w:t>
      </w:r>
      <w:r w:rsidR="00003DD8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FAX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number）：</w:t>
      </w:r>
    </w:p>
    <w:p w:rsidR="00F405B5" w:rsidRPr="00E13933" w:rsidRDefault="009769A1" w:rsidP="005E2B19">
      <w:pPr>
        <w:ind w:leftChars="189" w:left="283" w:firstLine="568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129540</wp:posOffset>
                </wp:positionV>
                <wp:extent cx="5000625" cy="0"/>
                <wp:effectExtent l="0" t="0" r="0" b="0"/>
                <wp:wrapNone/>
                <wp:docPr id="21" name="Lin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006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4109E" id="Line 573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75pt,10.2pt" to="502.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" strokeweight=".5pt"/>
            </w:pict>
          </mc:Fallback>
        </mc:AlternateContent>
      </w:r>
      <w:r w:rsidR="0084718F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Email address ：</w:t>
      </w:r>
    </w:p>
    <w:p w:rsidR="00B5354B" w:rsidRPr="00E13933" w:rsidRDefault="009769A1" w:rsidP="005E2B19">
      <w:pPr>
        <w:ind w:leftChars="189" w:left="283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167005</wp:posOffset>
                </wp:positionV>
                <wp:extent cx="4857750" cy="0"/>
                <wp:effectExtent l="0" t="0" r="0" b="0"/>
                <wp:wrapNone/>
                <wp:docPr id="20" name="Lin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0472A1" id="Line 582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3.15pt" to="502.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" strokeweight=".5pt"/>
            </w:pict>
          </mc:Fallback>
        </mc:AlternateContent>
      </w:r>
      <w:r w:rsidR="0084718F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(3) </w:t>
      </w:r>
      <w:r w:rsidR="002729E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職業（Occupation）：</w:t>
      </w:r>
    </w:p>
    <w:p w:rsidR="002729E3" w:rsidRPr="00E13933" w:rsidRDefault="002729E3" w:rsidP="005E2B19">
      <w:pPr>
        <w:ind w:leftChars="189" w:left="283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(4)</w:t>
      </w:r>
      <w:r w:rsidR="00540A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本人との関係（</w: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Relation</w:t>
      </w:r>
      <w:r w:rsidR="001F39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ship</w: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to </w:t>
      </w:r>
      <w:r w:rsidR="00003DD8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the </w: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applicant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</w: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：</w:t>
      </w:r>
    </w:p>
    <w:p w:rsidR="0084718F" w:rsidRPr="00E13933" w:rsidRDefault="009769A1">
      <w:pPr>
        <w:jc w:val="left"/>
        <w:rPr>
          <w:rFonts w:ascii="ＭＳ Ｐ明朝" w:eastAsia="ＭＳ Ｐ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45720</wp:posOffset>
                </wp:positionV>
                <wp:extent cx="3714750" cy="0"/>
                <wp:effectExtent l="0" t="0" r="0" b="0"/>
                <wp:wrapNone/>
                <wp:docPr id="19" name="Lin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14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087C6D" id="Line 579" o:spid="_x0000_s1026" style="position:absolute;left:0;text-align:lef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3.6pt" to="502.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" strokeweight=".5pt"/>
            </w:pict>
          </mc:Fallback>
        </mc:AlternateContent>
      </w:r>
    </w:p>
    <w:p w:rsidR="00B5354B" w:rsidRPr="00E13933" w:rsidRDefault="00B5354B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旅券（Passport）</w:t>
      </w:r>
    </w:p>
    <w:p w:rsidR="00B5354B" w:rsidRPr="00E13933" w:rsidRDefault="009769A1">
      <w:p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167005</wp:posOffset>
                </wp:positionV>
                <wp:extent cx="5238750" cy="0"/>
                <wp:effectExtent l="0" t="0" r="0" b="0"/>
                <wp:wrapNone/>
                <wp:docPr id="18" name="Lin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38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2F01B" id="Line 585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75pt,13.15pt" to="506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" strokeweight=".5pt"/>
            </w:pict>
          </mc:Fallback>
        </mc:AlternateConten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   (1)番号（Number）：</w:t>
      </w:r>
    </w:p>
    <w:p w:rsidR="00B5354B" w:rsidRPr="00E13933" w:rsidRDefault="009769A1" w:rsidP="00B5354B">
      <w:pPr>
        <w:ind w:firstLineChars="50" w:firstLine="9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167005</wp:posOffset>
                </wp:positionV>
                <wp:extent cx="4048125" cy="0"/>
                <wp:effectExtent l="0" t="0" r="0" b="0"/>
                <wp:wrapNone/>
                <wp:docPr id="17" name="Lin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48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AFA33" id="Line 588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13.15pt" to="502.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" strokeweight=".5pt"/>
            </w:pict>
          </mc:Fallback>
        </mc:AlternateConten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  (2)発行年月日（Date of Issue）</w:t>
      </w:r>
      <w:r w:rsidR="007535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　</w:t>
      </w:r>
      <w:r w:rsidR="006730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</w:t>
      </w:r>
      <w:r w:rsidR="007535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　：</w:t>
      </w:r>
      <w:r w:rsidR="006730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                年（</w:t>
      </w:r>
      <w:r w:rsidR="001F39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Y</w:t>
      </w:r>
      <w:r w:rsidR="006730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ear）           月（Month）            日（Day）</w:t>
      </w:r>
    </w:p>
    <w:p w:rsidR="00B5354B" w:rsidRPr="00E13933" w:rsidRDefault="00B5354B" w:rsidP="00B5354B">
      <w:pPr>
        <w:ind w:firstLineChars="150" w:firstLine="27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(3)有効期限（Date of Expiration）</w:t>
      </w:r>
      <w:r w:rsidR="006730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 </w:t>
      </w:r>
      <w:r w:rsidR="007535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：</w:t>
      </w:r>
      <w:r w:rsidR="006730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                年（</w:t>
      </w:r>
      <w:r w:rsidR="001F39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Y</w:t>
      </w:r>
      <w:r w:rsidR="006730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ear）           月（Month）            日（Day）</w:t>
      </w:r>
    </w:p>
    <w:p w:rsidR="00B5354B" w:rsidRPr="00E13933" w:rsidRDefault="009769A1" w:rsidP="00B5354B">
      <w:pPr>
        <w:ind w:firstLineChars="150" w:firstLine="27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30480</wp:posOffset>
                </wp:positionV>
                <wp:extent cx="4048125" cy="0"/>
                <wp:effectExtent l="0" t="0" r="0" b="0"/>
                <wp:wrapNone/>
                <wp:docPr id="16" name="Line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48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36893" id="Line 589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2.4pt" to="502.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" strokeweight=".5pt"/>
            </w:pict>
          </mc:Fallback>
        </mc:AlternateConten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(4)発行機関（</w:t>
      </w:r>
      <w:r w:rsidR="00DD091B" w:rsidRPr="00E13933">
        <w:rPr>
          <w:rFonts w:ascii="ＭＳ 明朝" w:eastAsia="ＭＳ 明朝" w:hAnsi="ＭＳ 明朝"/>
          <w:color w:val="000000"/>
          <w:sz w:val="18"/>
          <w:szCs w:val="18"/>
        </w:rPr>
        <w:t>Issuing</w:t>
      </w:r>
      <w:r w:rsidR="00B5354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</w:t>
      </w:r>
      <w:r w:rsidR="00DD091B" w:rsidRPr="00E13933">
        <w:rPr>
          <w:rFonts w:ascii="ＭＳ 明朝" w:eastAsia="ＭＳ 明朝" w:hAnsi="ＭＳ 明朝"/>
          <w:color w:val="000000"/>
          <w:sz w:val="18"/>
          <w:szCs w:val="18"/>
        </w:rPr>
        <w:t>Authority</w:t>
      </w:r>
      <w:r w:rsidR="006730B5" w:rsidRPr="00E13933">
        <w:rPr>
          <w:rFonts w:ascii="ＭＳ 明朝" w:eastAsia="ＭＳ 明朝" w:hAnsi="ＭＳ 明朝"/>
          <w:color w:val="000000"/>
          <w:sz w:val="18"/>
          <w:szCs w:val="18"/>
        </w:rPr>
        <w:t>）</w:t>
      </w:r>
      <w:r w:rsidR="006730B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 </w:t>
      </w:r>
      <w:r w:rsidR="007535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：</w:t>
      </w:r>
    </w:p>
    <w:p w:rsidR="0084718F" w:rsidRPr="00E13933" w:rsidRDefault="009769A1">
      <w:p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30480</wp:posOffset>
                </wp:positionV>
                <wp:extent cx="4048125" cy="0"/>
                <wp:effectExtent l="0" t="0" r="0" b="0"/>
                <wp:wrapNone/>
                <wp:docPr id="15" name="Lin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48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6D607" id="Line 592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2.4pt" to="502.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" strokeweight=".5pt"/>
            </w:pict>
          </mc:Fallback>
        </mc:AlternateContent>
      </w:r>
    </w:p>
    <w:p w:rsidR="00EF4081" w:rsidRPr="00E13933" w:rsidRDefault="009769A1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167005</wp:posOffset>
                </wp:positionV>
                <wp:extent cx="2047875" cy="0"/>
                <wp:effectExtent l="0" t="0" r="0" b="0"/>
                <wp:wrapNone/>
                <wp:docPr id="14" name="Lin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78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2F3EF" id="Line 595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pt,13.15pt" to="374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" strokeweight=".5pt"/>
            </w:pict>
          </mc:Fallback>
        </mc:AlternateContent>
      </w:r>
      <w:r w:rsidR="00EF408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査証申請予定地名（</w:t>
      </w:r>
      <w:r w:rsidR="00382F7C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City for visa application</w:t>
      </w:r>
      <w:r w:rsidR="00EF408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）：</w:t>
      </w:r>
    </w:p>
    <w:p w:rsidR="00EF4081" w:rsidRPr="00E13933" w:rsidRDefault="00EF4081" w:rsidP="00EF4081">
      <w:pPr>
        <w:jc w:val="left"/>
        <w:rPr>
          <w:rFonts w:ascii="ＭＳ 明朝" w:eastAsia="ＭＳ 明朝" w:hAnsi="ＭＳ 明朝"/>
          <w:color w:val="000000"/>
          <w:sz w:val="18"/>
          <w:szCs w:val="18"/>
        </w:rPr>
      </w:pPr>
    </w:p>
    <w:p w:rsidR="00EF4081" w:rsidRPr="00E13933" w:rsidRDefault="00EF4081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渡日希望日（Arrival date）：</w:t>
      </w:r>
    </w:p>
    <w:p w:rsidR="00EF4081" w:rsidRPr="00E13933" w:rsidRDefault="009769A1" w:rsidP="00287932">
      <w:pPr>
        <w:ind w:left="851" w:firstLine="851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129540</wp:posOffset>
                </wp:positionV>
                <wp:extent cx="662305" cy="0"/>
                <wp:effectExtent l="0" t="0" r="0" b="0"/>
                <wp:wrapNone/>
                <wp:docPr id="13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3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4BDB52" id="Line 603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10.2pt" to="175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129540</wp:posOffset>
                </wp:positionV>
                <wp:extent cx="757555" cy="0"/>
                <wp:effectExtent l="0" t="0" r="0" b="0"/>
                <wp:wrapNone/>
                <wp:docPr id="12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75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C02D5" id="Line 606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75pt,10.2pt" to="288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129540</wp:posOffset>
                </wp:positionV>
                <wp:extent cx="762000" cy="0"/>
                <wp:effectExtent l="0" t="0" r="0" b="0"/>
                <wp:wrapNone/>
                <wp:docPr id="11" name="Lin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B63913" id="Line 598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10.2pt" to="78.7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" strokeweight=".5pt"/>
            </w:pict>
          </mc:Fallback>
        </mc:AlternateContent>
      </w:r>
      <w:r w:rsidR="00EF408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年（year）            </w:t>
      </w:r>
      <w:r w:rsidR="00DD091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月（</w:t>
      </w:r>
      <w:r w:rsidR="00DD091B" w:rsidRPr="00E13933">
        <w:rPr>
          <w:rFonts w:ascii="ＭＳ 明朝" w:eastAsia="ＭＳ 明朝" w:hAnsi="ＭＳ 明朝"/>
          <w:color w:val="000000"/>
          <w:sz w:val="18"/>
          <w:szCs w:val="18"/>
        </w:rPr>
        <w:t>month</w:t>
      </w:r>
      <w:r w:rsidR="00EF408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 xml:space="preserve">）              </w:t>
      </w:r>
      <w:r w:rsidR="00DD091B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日（d</w:t>
      </w:r>
      <w:r w:rsidR="00EF408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ay）</w:t>
      </w:r>
    </w:p>
    <w:p w:rsidR="00EF4081" w:rsidRPr="00E13933" w:rsidRDefault="00EF4081" w:rsidP="00EF4081">
      <w:pPr>
        <w:jc w:val="left"/>
        <w:rPr>
          <w:rFonts w:ascii="ＭＳ 明朝" w:eastAsia="ＭＳ 明朝" w:hAnsi="ＭＳ 明朝"/>
          <w:color w:val="000000"/>
          <w:sz w:val="18"/>
          <w:szCs w:val="18"/>
        </w:rPr>
      </w:pPr>
    </w:p>
    <w:p w:rsidR="00EF4081" w:rsidRPr="00E13933" w:rsidRDefault="009769A1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128905</wp:posOffset>
                </wp:positionV>
                <wp:extent cx="1238250" cy="0"/>
                <wp:effectExtent l="0" t="0" r="0" b="0"/>
                <wp:wrapNone/>
                <wp:docPr id="10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A5D75D" id="Line 615" o:spid="_x0000_s1026" style="position:absolute;left:0;text-align:lef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5pt,10.15pt" to="423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" strokeweight=".5pt"/>
            </w:pict>
          </mc:Fallback>
        </mc:AlternateContent>
      </w: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128905</wp:posOffset>
                </wp:positionV>
                <wp:extent cx="1200150" cy="635"/>
                <wp:effectExtent l="0" t="0" r="0" b="0"/>
                <wp:wrapNone/>
                <wp:docPr id="9" name="Lin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15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D4598" id="Line 609" o:spid="_x0000_s1026" style="position:absolute;left:0;text-align:lef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5pt,10.15pt" to="296.2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" strokeweight=".5pt"/>
            </w:pict>
          </mc:Fallback>
        </mc:AlternateContent>
      </w:r>
      <w:r w:rsidR="00EF408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渡日経路（</w:t>
      </w:r>
      <w:r w:rsidR="00382F7C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Planned travel itinerary</w:t>
      </w:r>
      <w:r w:rsidR="00EF4081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）：</w:t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  <w:t xml:space="preserve">  </w:t>
      </w:r>
      <w:r w:rsidR="009B58A3">
        <w:rPr>
          <w:rFonts w:ascii="ＭＳ 明朝" w:eastAsia="ＭＳ 明朝" w:hAnsi="ＭＳ 明朝" w:hint="eastAsia"/>
          <w:color w:val="000000"/>
          <w:sz w:val="18"/>
          <w:szCs w:val="18"/>
        </w:rPr>
        <w:t>A</w:t>
      </w:r>
      <w:r w:rsidR="006E007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irport →→</w:t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287932">
        <w:rPr>
          <w:rFonts w:ascii="ＭＳ 明朝" w:eastAsia="ＭＳ 明朝" w:hAnsi="ＭＳ 明朝"/>
          <w:color w:val="000000"/>
          <w:sz w:val="18"/>
          <w:szCs w:val="18"/>
        </w:rPr>
        <w:tab/>
      </w:r>
      <w:r w:rsidR="009B58A3">
        <w:rPr>
          <w:rFonts w:ascii="ＭＳ 明朝" w:eastAsia="ＭＳ 明朝" w:hAnsi="ＭＳ 明朝" w:hint="eastAsia"/>
          <w:color w:val="000000"/>
          <w:sz w:val="18"/>
          <w:szCs w:val="18"/>
        </w:rPr>
        <w:t>A</w:t>
      </w:r>
      <w:r w:rsidR="006E0076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irport</w:t>
      </w:r>
    </w:p>
    <w:p w:rsidR="00EF4081" w:rsidRPr="00C612C0" w:rsidRDefault="00EF4081" w:rsidP="00EF4081">
      <w:pPr>
        <w:jc w:val="left"/>
        <w:rPr>
          <w:rFonts w:ascii="ＭＳ 明朝" w:eastAsia="ＭＳ 明朝" w:hAnsi="ＭＳ 明朝"/>
          <w:sz w:val="18"/>
          <w:szCs w:val="18"/>
        </w:rPr>
      </w:pPr>
    </w:p>
    <w:p w:rsidR="007039A2" w:rsidRPr="00C612C0" w:rsidRDefault="007039A2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sz w:val="18"/>
          <w:szCs w:val="18"/>
        </w:rPr>
      </w:pPr>
      <w:r w:rsidRPr="00C612C0">
        <w:rPr>
          <w:rFonts w:ascii="ＭＳ 明朝" w:eastAsia="ＭＳ 明朝" w:hAnsi="ＭＳ 明朝" w:hint="eastAsia"/>
          <w:sz w:val="18"/>
          <w:szCs w:val="18"/>
        </w:rPr>
        <w:t>在籍予定期間（Intended length of registration with Shizuoka University）</w:t>
      </w:r>
    </w:p>
    <w:p w:rsidR="00C25C8A" w:rsidRPr="00C612C0" w:rsidRDefault="009769A1" w:rsidP="00C25C8A">
      <w:pPr>
        <w:spacing w:afterLines="50" w:after="132" w:line="240" w:lineRule="exact"/>
        <w:ind w:left="357"/>
        <w:jc w:val="left"/>
        <w:rPr>
          <w:rFonts w:ascii="ＭＳ 明朝" w:eastAsia="ＭＳ 明朝" w:hAnsi="ＭＳ 明朝"/>
          <w:sz w:val="18"/>
          <w:szCs w:val="18"/>
        </w:rPr>
      </w:pPr>
      <w:r w:rsidRPr="00C612C0">
        <w:rPr>
          <w:rFonts w:ascii="ＭＳ 明朝" w:eastAsia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4024630</wp:posOffset>
                </wp:positionH>
                <wp:positionV relativeFrom="paragraph">
                  <wp:posOffset>146050</wp:posOffset>
                </wp:positionV>
                <wp:extent cx="466725" cy="13970"/>
                <wp:effectExtent l="0" t="0" r="0" b="0"/>
                <wp:wrapNone/>
                <wp:docPr id="8" name="Lin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6725" cy="139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3397D" id="Line 622" o:spid="_x0000_s1026" style="position:absolute;left:0;text-align:left;flip:y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.9pt,11.5pt" to="353.6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" strokeweight=".5pt"/>
            </w:pict>
          </mc:Fallback>
        </mc:AlternateContent>
      </w:r>
      <w:r w:rsidRPr="00C612C0">
        <w:rPr>
          <w:rFonts w:ascii="ＭＳ 明朝" w:eastAsia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146050</wp:posOffset>
                </wp:positionV>
                <wp:extent cx="471170" cy="0"/>
                <wp:effectExtent l="0" t="0" r="0" b="0"/>
                <wp:wrapNone/>
                <wp:docPr id="7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17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626AF" id="Line 621" o:spid="_x0000_s1026" style="position:absolute;left:0;text-align:lef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9pt,11.5pt" to="270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" strokeweight=".5pt"/>
            </w:pict>
          </mc:Fallback>
        </mc:AlternateContent>
      </w:r>
      <w:r w:rsidRPr="00C612C0">
        <w:rPr>
          <w:rFonts w:ascii="ＭＳ 明朝" w:eastAsia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160020</wp:posOffset>
                </wp:positionV>
                <wp:extent cx="443230" cy="0"/>
                <wp:effectExtent l="0" t="0" r="0" b="0"/>
                <wp:wrapNone/>
                <wp:docPr id="6" name="Lin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3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0A596" id="Line 619" o:spid="_x0000_s1026" style="position:absolute;left:0;text-align:lef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12.6pt" to="158.6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" strokeweight=".5pt"/>
            </w:pict>
          </mc:Fallback>
        </mc:AlternateContent>
      </w:r>
      <w:r w:rsidRPr="00C612C0">
        <w:rPr>
          <w:rFonts w:ascii="ＭＳ 明朝" w:eastAsia="ＭＳ 明朝"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500380</wp:posOffset>
                </wp:positionH>
                <wp:positionV relativeFrom="paragraph">
                  <wp:posOffset>146050</wp:posOffset>
                </wp:positionV>
                <wp:extent cx="499745" cy="0"/>
                <wp:effectExtent l="0" t="0" r="0" b="0"/>
                <wp:wrapNone/>
                <wp:docPr id="5" name="Lin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97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4B390" id="Line 620" o:spid="_x0000_s1026" style="position:absolute;left:0;text-align:lef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11.5pt" to="78.7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" strokeweight=".5pt"/>
            </w:pict>
          </mc:Fallback>
        </mc:AlternateContent>
      </w:r>
      <w:r w:rsidR="00C25C8A" w:rsidRPr="00C612C0">
        <w:rPr>
          <w:rFonts w:ascii="ＭＳ 明朝" w:eastAsia="ＭＳ 明朝" w:hAnsi="ＭＳ 明朝" w:hint="eastAsia"/>
          <w:sz w:val="18"/>
          <w:szCs w:val="18"/>
        </w:rPr>
        <w:t xml:space="preserve">from         </w:t>
      </w:r>
      <w:r w:rsidR="00F22A96" w:rsidRPr="00C612C0">
        <w:rPr>
          <w:rFonts w:ascii="ＭＳ 明朝" w:eastAsia="ＭＳ 明朝" w:hAnsi="ＭＳ 明朝" w:hint="eastAsia"/>
          <w:sz w:val="18"/>
          <w:szCs w:val="18"/>
        </w:rPr>
        <w:t xml:space="preserve"> </w:t>
      </w:r>
      <w:r w:rsidR="00C25C8A" w:rsidRPr="00C612C0">
        <w:rPr>
          <w:rFonts w:ascii="ＭＳ 明朝" w:eastAsia="ＭＳ 明朝" w:hAnsi="ＭＳ 明朝" w:hint="eastAsia"/>
          <w:sz w:val="18"/>
          <w:szCs w:val="18"/>
        </w:rPr>
        <w:t xml:space="preserve">年（Year）     </w:t>
      </w:r>
      <w:r w:rsidR="00F22A96" w:rsidRPr="00C612C0">
        <w:rPr>
          <w:rFonts w:ascii="ＭＳ 明朝" w:eastAsia="ＭＳ 明朝" w:hAnsi="ＭＳ 明朝" w:hint="eastAsia"/>
          <w:sz w:val="18"/>
          <w:szCs w:val="18"/>
        </w:rPr>
        <w:t xml:space="preserve">   </w:t>
      </w:r>
      <w:r w:rsidR="00C25C8A" w:rsidRPr="00C612C0">
        <w:rPr>
          <w:rFonts w:ascii="ＭＳ 明朝" w:eastAsia="ＭＳ 明朝" w:hAnsi="ＭＳ 明朝" w:hint="eastAsia"/>
          <w:sz w:val="18"/>
          <w:szCs w:val="18"/>
        </w:rPr>
        <w:t>月（Month）  to          年（Year）        月（Month）</w:t>
      </w:r>
    </w:p>
    <w:p w:rsidR="006E0076" w:rsidRPr="00E13933" w:rsidRDefault="006E0076" w:rsidP="00EF4081">
      <w:p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bookmarkStart w:id="0" w:name="_GoBack"/>
      <w:bookmarkEnd w:id="0"/>
    </w:p>
    <w:p w:rsidR="00584BD6" w:rsidRDefault="00584BD6" w:rsidP="009E459B">
      <w:pPr>
        <w:numPr>
          <w:ilvl w:val="0"/>
          <w:numId w:val="4"/>
        </w:numPr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>
        <w:rPr>
          <w:rFonts w:ascii="ＭＳ 明朝" w:eastAsia="ＭＳ 明朝" w:hAnsi="ＭＳ 明朝" w:hint="eastAsia"/>
          <w:color w:val="000000"/>
          <w:sz w:val="18"/>
          <w:szCs w:val="18"/>
        </w:rPr>
        <w:t>日常的に服用している薬（</w:t>
      </w:r>
      <w:r>
        <w:rPr>
          <w:rFonts w:ascii="ＭＳ 明朝" w:eastAsia="ＭＳ 明朝" w:hAnsi="ＭＳ 明朝"/>
          <w:color w:val="000000"/>
          <w:sz w:val="18"/>
          <w:szCs w:val="18"/>
        </w:rPr>
        <w:t>Medicine being taken daily）</w:t>
      </w:r>
    </w:p>
    <w:p w:rsidR="006E0076" w:rsidRDefault="00584BD6" w:rsidP="000847C1">
      <w:pPr>
        <w:ind w:leftChars="189" w:left="283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>
        <w:rPr>
          <w:rFonts w:ascii="ＭＳ 明朝" w:eastAsia="ＭＳ 明朝" w:hAnsi="ＭＳ 明朝" w:hint="eastAsia"/>
          <w:color w:val="000000"/>
          <w:sz w:val="18"/>
          <w:szCs w:val="18"/>
        </w:rPr>
        <w:t>(　　　　　　　　　　　　　　　　　　　　　　　　　　　　　　　　　　　　　　　　　　　　　　　)</w:t>
      </w:r>
    </w:p>
    <w:p w:rsidR="0084718F" w:rsidRPr="00584BD6" w:rsidRDefault="0084718F">
      <w:pPr>
        <w:jc w:val="left"/>
        <w:rPr>
          <w:rFonts w:ascii="ＭＳ 明朝" w:eastAsia="ＭＳ 明朝" w:hAnsi="ＭＳ 明朝"/>
          <w:color w:val="000000"/>
          <w:sz w:val="18"/>
          <w:szCs w:val="18"/>
        </w:rPr>
      </w:pPr>
    </w:p>
    <w:p w:rsidR="006E0076" w:rsidRDefault="006E0076" w:rsidP="006E0076">
      <w:pPr>
        <w:ind w:leftChars="1702" w:left="2553" w:firstLineChars="200" w:firstLine="360"/>
        <w:jc w:val="left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記入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  <w:lang w:eastAsia="zh-TW"/>
        </w:rPr>
        <w:t>年月日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（Date）</w:t>
      </w:r>
    </w:p>
    <w:p w:rsidR="00832E6F" w:rsidRPr="00E13933" w:rsidRDefault="00832E6F" w:rsidP="006E0076">
      <w:pPr>
        <w:ind w:leftChars="1702" w:left="2553" w:firstLineChars="200" w:firstLine="360"/>
        <w:jc w:val="left"/>
        <w:rPr>
          <w:rFonts w:ascii="ＭＳ 明朝" w:eastAsia="ＭＳ 明朝" w:hAnsi="ＭＳ 明朝"/>
          <w:color w:val="000000"/>
          <w:sz w:val="18"/>
          <w:szCs w:val="18"/>
        </w:rPr>
      </w:pPr>
    </w:p>
    <w:p w:rsidR="00CE6415" w:rsidRPr="00E13933" w:rsidRDefault="009769A1" w:rsidP="000847C1">
      <w:pPr>
        <w:spacing w:line="240" w:lineRule="exact"/>
        <w:ind w:left="2913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27008" behindDoc="0" locked="0" layoutInCell="0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111760</wp:posOffset>
                </wp:positionV>
                <wp:extent cx="2905125" cy="0"/>
                <wp:effectExtent l="0" t="0" r="0" b="0"/>
                <wp:wrapNone/>
                <wp:docPr id="3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5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0DB5D" id="Line 281" o:spid="_x0000_s1026" style="position:absolute;left:0;text-align:lef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8.8pt" to="498.7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" o:allowincell="f" strokeweight=".5pt"/>
            </w:pict>
          </mc:Fallback>
        </mc:AlternateContent>
      </w:r>
    </w:p>
    <w:p w:rsidR="006E0076" w:rsidRPr="00E13933" w:rsidRDefault="006E0076" w:rsidP="006E0076">
      <w:pPr>
        <w:ind w:leftChars="1702" w:left="2553" w:firstLineChars="200" w:firstLine="360"/>
        <w:jc w:val="left"/>
        <w:rPr>
          <w:rFonts w:ascii="ＭＳ 明朝" w:eastAsia="ＭＳ 明朝" w:hAnsi="ＭＳ 明朝"/>
          <w:color w:val="000000"/>
          <w:sz w:val="18"/>
          <w:szCs w:val="18"/>
          <w:lang w:val="fr-FR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記入者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署名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  <w:lang w:val="fr-FR"/>
        </w:rPr>
        <w:t>（</w:t>
      </w:r>
      <w:r w:rsidR="00540AB5" w:rsidRPr="00E13933">
        <w:rPr>
          <w:rFonts w:ascii="ＭＳ 明朝" w:eastAsia="ＭＳ 明朝" w:hAnsi="ＭＳ 明朝" w:hint="eastAsia"/>
          <w:color w:val="000000"/>
          <w:sz w:val="18"/>
          <w:szCs w:val="18"/>
          <w:lang w:val="fr-FR"/>
        </w:rPr>
        <w:t>S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  <w:lang w:val="fr-FR"/>
        </w:rPr>
        <w:t>ignature）</w:t>
      </w:r>
    </w:p>
    <w:p w:rsidR="00CE6415" w:rsidRPr="00E13933" w:rsidRDefault="009769A1" w:rsidP="000847C1">
      <w:pPr>
        <w:spacing w:line="240" w:lineRule="exact"/>
        <w:ind w:left="2913"/>
        <w:rPr>
          <w:rFonts w:ascii="ＭＳ 明朝" w:eastAsia="ＭＳ 明朝" w:hAnsi="ＭＳ 明朝"/>
          <w:color w:val="000000"/>
          <w:sz w:val="18"/>
          <w:szCs w:val="18"/>
          <w:lang w:val="fr-FR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28032" behindDoc="0" locked="0" layoutInCell="0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111760</wp:posOffset>
                </wp:positionV>
                <wp:extent cx="2905125" cy="0"/>
                <wp:effectExtent l="0" t="0" r="0" b="0"/>
                <wp:wrapNone/>
                <wp:docPr id="2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5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227FB" id="Line 282" o:spid="_x0000_s1026" style="position:absolute;left:0;text-align:lef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8.8pt" to="498.7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" o:allowincell="f" strokeweight=".5pt"/>
            </w:pict>
          </mc:Fallback>
        </mc:AlternateContent>
      </w:r>
    </w:p>
    <w:p w:rsidR="006E0076" w:rsidRPr="00E13933" w:rsidRDefault="006E0076" w:rsidP="006E0076">
      <w:pPr>
        <w:spacing w:line="240" w:lineRule="exact"/>
        <w:ind w:left="2913"/>
        <w:rPr>
          <w:rFonts w:ascii="ＭＳ 明朝" w:eastAsia="ＭＳ 明朝" w:hAnsi="ＭＳ 明朝"/>
          <w:color w:val="000000"/>
          <w:sz w:val="18"/>
          <w:szCs w:val="18"/>
          <w:lang w:val="fr-FR"/>
        </w:rPr>
      </w:pPr>
    </w:p>
    <w:p w:rsidR="006E0076" w:rsidRPr="00E13933" w:rsidRDefault="006E0076" w:rsidP="006E0076">
      <w:pPr>
        <w:spacing w:line="240" w:lineRule="exact"/>
        <w:ind w:left="2913"/>
        <w:rPr>
          <w:rFonts w:ascii="ＭＳ 明朝" w:eastAsia="ＭＳ 明朝" w:hAnsi="ＭＳ 明朝"/>
          <w:color w:val="000000"/>
          <w:sz w:val="18"/>
          <w:szCs w:val="18"/>
        </w:rPr>
      </w:pP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記入者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  <w:lang w:eastAsia="zh-TW"/>
        </w:rPr>
        <w:t>氏名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（Name（</w:t>
      </w:r>
      <w:r w:rsidR="001F39D3"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In Roman capital letters</w:t>
      </w:r>
      <w:r w:rsidRPr="00E13933">
        <w:rPr>
          <w:rFonts w:ascii="ＭＳ 明朝" w:eastAsia="ＭＳ 明朝" w:hAnsi="ＭＳ 明朝" w:hint="eastAsia"/>
          <w:color w:val="000000"/>
          <w:sz w:val="18"/>
          <w:szCs w:val="18"/>
        </w:rPr>
        <w:t>）</w:t>
      </w:r>
      <w:r w:rsidRPr="00E13933">
        <w:rPr>
          <w:rFonts w:ascii="ＭＳ 明朝" w:eastAsia="ＭＳ 明朝" w:hAnsi="ＭＳ 明朝"/>
          <w:color w:val="000000"/>
          <w:sz w:val="18"/>
          <w:szCs w:val="18"/>
        </w:rPr>
        <w:t>）</w:t>
      </w:r>
      <w:r w:rsidR="00CE6415" w:rsidRPr="00E13933">
        <w:rPr>
          <w:rFonts w:ascii="ＭＳ 明朝" w:eastAsia="ＭＳ 明朝" w:hAnsi="ＭＳ 明朝" w:hint="eastAsia"/>
          <w:color w:val="000000"/>
          <w:sz w:val="18"/>
          <w:szCs w:val="18"/>
          <w:lang w:eastAsia="zh-TW"/>
        </w:rPr>
        <w:t xml:space="preserve">　</w:t>
      </w:r>
    </w:p>
    <w:p w:rsidR="006E0076" w:rsidRPr="00E13933" w:rsidRDefault="006E0076" w:rsidP="006E0076">
      <w:pPr>
        <w:spacing w:line="240" w:lineRule="exact"/>
        <w:ind w:left="2913"/>
        <w:rPr>
          <w:rFonts w:ascii="ＭＳ 明朝" w:eastAsia="ＭＳ 明朝" w:hAnsi="ＭＳ 明朝"/>
          <w:color w:val="000000"/>
          <w:sz w:val="18"/>
          <w:szCs w:val="18"/>
        </w:rPr>
      </w:pPr>
    </w:p>
    <w:p w:rsidR="00F405B5" w:rsidRPr="005E2B19" w:rsidRDefault="009769A1" w:rsidP="005E2B19">
      <w:pPr>
        <w:spacing w:line="240" w:lineRule="exact"/>
        <w:ind w:left="2913"/>
        <w:rPr>
          <w:rFonts w:ascii="ＭＳ 明朝" w:eastAsia="PMingLiU" w:hAnsi="ＭＳ 明朝"/>
          <w:color w:val="000000"/>
          <w:lang w:eastAsia="zh-TW"/>
        </w:rPr>
      </w:pPr>
      <w:r w:rsidRPr="00E13933">
        <w:rPr>
          <w:rFonts w:ascii="ＭＳ 明朝" w:eastAsia="ＭＳ 明朝" w:hAnsi="ＭＳ 明朝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106680</wp:posOffset>
                </wp:positionV>
                <wp:extent cx="2857500" cy="0"/>
                <wp:effectExtent l="0" t="0" r="0" b="0"/>
                <wp:wrapNone/>
                <wp:docPr id="1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CF3D1" id="Line 285" o:spid="_x0000_s1026" style="position:absolute;left:0;text-align:lef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8.4pt" to="49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" strokeweight=".5pt"/>
            </w:pict>
          </mc:Fallback>
        </mc:AlternateContent>
      </w:r>
    </w:p>
    <w:sectPr w:rsidR="00F405B5" w:rsidRPr="005E2B19" w:rsidSect="005E2B19">
      <w:footerReference w:type="default" r:id="rId7"/>
      <w:pgSz w:w="11906" w:h="16838" w:code="9"/>
      <w:pgMar w:top="851" w:right="907" w:bottom="680" w:left="907" w:header="851" w:footer="454" w:gutter="0"/>
      <w:cols w:space="425"/>
      <w:docGrid w:type="linesAndChars" w:linePitch="2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6C6" w:rsidRDefault="009546C6">
      <w:r>
        <w:separator/>
      </w:r>
    </w:p>
  </w:endnote>
  <w:endnote w:type="continuationSeparator" w:id="0">
    <w:p w:rsidR="009546C6" w:rsidRDefault="0095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0AE" w:rsidRDefault="008C70AE">
    <w:pPr>
      <w:pStyle w:val="ab"/>
      <w:jc w:val="center"/>
    </w:pPr>
    <w:r>
      <w:rPr>
        <w:rFonts w:ascii="OASYS明朝" w:hint="eastAsia"/>
        <w:sz w:val="18"/>
      </w:rPr>
      <w:t>－</w:t>
    </w:r>
    <w:r>
      <w:rPr>
        <w:rStyle w:val="ac"/>
        <w:rFonts w:ascii="OASYS明朝"/>
        <w:sz w:val="18"/>
      </w:rPr>
      <w:fldChar w:fldCharType="begin"/>
    </w:r>
    <w:r>
      <w:rPr>
        <w:rStyle w:val="ac"/>
        <w:rFonts w:ascii="OASYS明朝"/>
        <w:sz w:val="18"/>
      </w:rPr>
      <w:instrText xml:space="preserve"> PAGE </w:instrText>
    </w:r>
    <w:r>
      <w:rPr>
        <w:rStyle w:val="ac"/>
        <w:rFonts w:ascii="OASYS明朝"/>
        <w:sz w:val="18"/>
      </w:rPr>
      <w:fldChar w:fldCharType="separate"/>
    </w:r>
    <w:r w:rsidR="00185F2C">
      <w:rPr>
        <w:rStyle w:val="ac"/>
        <w:rFonts w:ascii="OASYS明朝"/>
        <w:noProof/>
        <w:sz w:val="18"/>
      </w:rPr>
      <w:t>1</w:t>
    </w:r>
    <w:r>
      <w:rPr>
        <w:rStyle w:val="ac"/>
        <w:rFonts w:ascii="OASYS明朝"/>
        <w:sz w:val="18"/>
      </w:rPr>
      <w:fldChar w:fldCharType="end"/>
    </w:r>
    <w:r>
      <w:rPr>
        <w:rFonts w:ascii="OASYS明朝" w:hint="eastAsia"/>
        <w:sz w:val="18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6C6" w:rsidRDefault="009546C6">
      <w:r>
        <w:separator/>
      </w:r>
    </w:p>
  </w:footnote>
  <w:footnote w:type="continuationSeparator" w:id="0">
    <w:p w:rsidR="009546C6" w:rsidRDefault="00954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37C1A"/>
    <w:multiLevelType w:val="hybridMultilevel"/>
    <w:tmpl w:val="80BC2C92"/>
    <w:lvl w:ilvl="0" w:tplc="E15E857E">
      <w:start w:val="2"/>
      <w:numFmt w:val="decimal"/>
      <w:lvlText w:val="(%1)"/>
      <w:lvlJc w:val="left"/>
      <w:pPr>
        <w:tabs>
          <w:tab w:val="num" w:pos="700"/>
        </w:tabs>
        <w:ind w:left="700" w:hanging="360"/>
      </w:pPr>
      <w:rPr>
        <w:rFonts w:hint="eastAsia"/>
      </w:rPr>
    </w:lvl>
    <w:lvl w:ilvl="1" w:tplc="9FC26B72" w:tentative="1">
      <w:start w:val="1"/>
      <w:numFmt w:val="aiueoFullWidth"/>
      <w:lvlText w:val="(%2)"/>
      <w:lvlJc w:val="left"/>
      <w:pPr>
        <w:tabs>
          <w:tab w:val="num" w:pos="1180"/>
        </w:tabs>
        <w:ind w:left="1180" w:hanging="420"/>
      </w:pPr>
    </w:lvl>
    <w:lvl w:ilvl="2" w:tplc="6AE4110C" w:tentative="1">
      <w:start w:val="1"/>
      <w:numFmt w:val="decimalEnclosedCircle"/>
      <w:lvlText w:val="%3"/>
      <w:lvlJc w:val="left"/>
      <w:pPr>
        <w:tabs>
          <w:tab w:val="num" w:pos="1600"/>
        </w:tabs>
        <w:ind w:left="1600" w:hanging="420"/>
      </w:pPr>
    </w:lvl>
    <w:lvl w:ilvl="3" w:tplc="5F5491A4" w:tentative="1">
      <w:start w:val="1"/>
      <w:numFmt w:val="decimal"/>
      <w:lvlText w:val="%4."/>
      <w:lvlJc w:val="left"/>
      <w:pPr>
        <w:tabs>
          <w:tab w:val="num" w:pos="2020"/>
        </w:tabs>
        <w:ind w:left="2020" w:hanging="420"/>
      </w:pPr>
    </w:lvl>
    <w:lvl w:ilvl="4" w:tplc="BFE2D39C" w:tentative="1">
      <w:start w:val="1"/>
      <w:numFmt w:val="aiueoFullWidth"/>
      <w:lvlText w:val="(%5)"/>
      <w:lvlJc w:val="left"/>
      <w:pPr>
        <w:tabs>
          <w:tab w:val="num" w:pos="2440"/>
        </w:tabs>
        <w:ind w:left="2440" w:hanging="420"/>
      </w:pPr>
    </w:lvl>
    <w:lvl w:ilvl="5" w:tplc="C0CCD272" w:tentative="1">
      <w:start w:val="1"/>
      <w:numFmt w:val="decimalEnclosedCircle"/>
      <w:lvlText w:val="%6"/>
      <w:lvlJc w:val="left"/>
      <w:pPr>
        <w:tabs>
          <w:tab w:val="num" w:pos="2860"/>
        </w:tabs>
        <w:ind w:left="2860" w:hanging="420"/>
      </w:pPr>
    </w:lvl>
    <w:lvl w:ilvl="6" w:tplc="1DB86662" w:tentative="1">
      <w:start w:val="1"/>
      <w:numFmt w:val="decimal"/>
      <w:lvlText w:val="%7."/>
      <w:lvlJc w:val="left"/>
      <w:pPr>
        <w:tabs>
          <w:tab w:val="num" w:pos="3280"/>
        </w:tabs>
        <w:ind w:left="3280" w:hanging="420"/>
      </w:pPr>
    </w:lvl>
    <w:lvl w:ilvl="7" w:tplc="127202F8" w:tentative="1">
      <w:start w:val="1"/>
      <w:numFmt w:val="aiueoFullWidth"/>
      <w:lvlText w:val="(%8)"/>
      <w:lvlJc w:val="left"/>
      <w:pPr>
        <w:tabs>
          <w:tab w:val="num" w:pos="3700"/>
        </w:tabs>
        <w:ind w:left="3700" w:hanging="420"/>
      </w:pPr>
    </w:lvl>
    <w:lvl w:ilvl="8" w:tplc="57781AD8" w:tentative="1">
      <w:start w:val="1"/>
      <w:numFmt w:val="decimalEnclosedCircle"/>
      <w:lvlText w:val="%9"/>
      <w:lvlJc w:val="left"/>
      <w:pPr>
        <w:tabs>
          <w:tab w:val="num" w:pos="4120"/>
        </w:tabs>
        <w:ind w:left="4120" w:hanging="420"/>
      </w:pPr>
    </w:lvl>
  </w:abstractNum>
  <w:abstractNum w:abstractNumId="1" w15:restartNumberingAfterBreak="0">
    <w:nsid w:val="16771256"/>
    <w:multiLevelType w:val="hybridMultilevel"/>
    <w:tmpl w:val="09A2EDA4"/>
    <w:lvl w:ilvl="0" w:tplc="EAD22CB0">
      <w:start w:val="2"/>
      <w:numFmt w:val="decimalFullWidth"/>
      <w:lvlText w:val="（注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B8EE0762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B0C296F2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35BA6DDA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C382D9DA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3AC4E096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78000AA2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26D6365A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9BC4226E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" w15:restartNumberingAfterBreak="0">
    <w:nsid w:val="44466EEE"/>
    <w:multiLevelType w:val="hybridMultilevel"/>
    <w:tmpl w:val="40B6E5C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A194683"/>
    <w:multiLevelType w:val="hybridMultilevel"/>
    <w:tmpl w:val="20188A76"/>
    <w:lvl w:ilvl="0" w:tplc="899E01C4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BF6475B"/>
    <w:multiLevelType w:val="hybridMultilevel"/>
    <w:tmpl w:val="8F506B3A"/>
    <w:lvl w:ilvl="0" w:tplc="AA9EF86A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A15CE32C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C0EC9E9A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EDC8908C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E390B810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B97C384C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33CC7752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F5A8F656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E1C0312C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75"/>
  <w:drawingGridVerticalSpacing w:val="132"/>
  <w:displayHorizontalDrawingGridEvery w:val="0"/>
  <w:displayVerticalDrawingGridEvery w:val="2"/>
  <w:characterSpacingControl w:val="compressPunctuation"/>
  <w:hdrShapeDefaults>
    <o:shapedefaults v:ext="edit" spidmax="2049">
      <v:stroke weight=".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AEA"/>
    <w:rsid w:val="00003DD8"/>
    <w:rsid w:val="00020247"/>
    <w:rsid w:val="00045E58"/>
    <w:rsid w:val="00057F79"/>
    <w:rsid w:val="000847C1"/>
    <w:rsid w:val="00116AFB"/>
    <w:rsid w:val="001245B6"/>
    <w:rsid w:val="0013283F"/>
    <w:rsid w:val="00133CF2"/>
    <w:rsid w:val="00147DEB"/>
    <w:rsid w:val="001648E3"/>
    <w:rsid w:val="00185F2C"/>
    <w:rsid w:val="00194E9C"/>
    <w:rsid w:val="001A5CE6"/>
    <w:rsid w:val="001A6F89"/>
    <w:rsid w:val="001F39D3"/>
    <w:rsid w:val="00200BFA"/>
    <w:rsid w:val="0023347F"/>
    <w:rsid w:val="002340FF"/>
    <w:rsid w:val="00261B47"/>
    <w:rsid w:val="002729E3"/>
    <w:rsid w:val="002761B6"/>
    <w:rsid w:val="00284A1C"/>
    <w:rsid w:val="00287932"/>
    <w:rsid w:val="002956E3"/>
    <w:rsid w:val="002A3A4C"/>
    <w:rsid w:val="002E5E03"/>
    <w:rsid w:val="003005C5"/>
    <w:rsid w:val="0035010D"/>
    <w:rsid w:val="00382F7C"/>
    <w:rsid w:val="003853C0"/>
    <w:rsid w:val="003F1870"/>
    <w:rsid w:val="003F5B6F"/>
    <w:rsid w:val="003F7958"/>
    <w:rsid w:val="00407F31"/>
    <w:rsid w:val="004305D5"/>
    <w:rsid w:val="0046354A"/>
    <w:rsid w:val="00473D6E"/>
    <w:rsid w:val="00492535"/>
    <w:rsid w:val="004959E2"/>
    <w:rsid w:val="004A2E2E"/>
    <w:rsid w:val="004B2D8D"/>
    <w:rsid w:val="004C3170"/>
    <w:rsid w:val="004D4CAB"/>
    <w:rsid w:val="004E03F6"/>
    <w:rsid w:val="00540AB5"/>
    <w:rsid w:val="00557FA9"/>
    <w:rsid w:val="005712E7"/>
    <w:rsid w:val="00584BD6"/>
    <w:rsid w:val="0059309A"/>
    <w:rsid w:val="005C220D"/>
    <w:rsid w:val="005D25A6"/>
    <w:rsid w:val="005E2B19"/>
    <w:rsid w:val="005F1F92"/>
    <w:rsid w:val="005F2DD8"/>
    <w:rsid w:val="005F6DAE"/>
    <w:rsid w:val="0061274D"/>
    <w:rsid w:val="00631AD9"/>
    <w:rsid w:val="006418FE"/>
    <w:rsid w:val="0066212E"/>
    <w:rsid w:val="00665E82"/>
    <w:rsid w:val="006730B5"/>
    <w:rsid w:val="00680B57"/>
    <w:rsid w:val="006A4B99"/>
    <w:rsid w:val="006C6954"/>
    <w:rsid w:val="006D3257"/>
    <w:rsid w:val="006D7C3A"/>
    <w:rsid w:val="006E0076"/>
    <w:rsid w:val="006F1BB2"/>
    <w:rsid w:val="007039A2"/>
    <w:rsid w:val="007535D3"/>
    <w:rsid w:val="00760F4A"/>
    <w:rsid w:val="0077298C"/>
    <w:rsid w:val="00783190"/>
    <w:rsid w:val="00784664"/>
    <w:rsid w:val="007B2576"/>
    <w:rsid w:val="007E5F60"/>
    <w:rsid w:val="00824563"/>
    <w:rsid w:val="00826AEA"/>
    <w:rsid w:val="00826F6D"/>
    <w:rsid w:val="00832E6F"/>
    <w:rsid w:val="008418D3"/>
    <w:rsid w:val="0084718F"/>
    <w:rsid w:val="00853C27"/>
    <w:rsid w:val="008612B5"/>
    <w:rsid w:val="008A4991"/>
    <w:rsid w:val="008B6B20"/>
    <w:rsid w:val="008C70AE"/>
    <w:rsid w:val="008D7271"/>
    <w:rsid w:val="00902A64"/>
    <w:rsid w:val="00915C7B"/>
    <w:rsid w:val="009304BA"/>
    <w:rsid w:val="00933832"/>
    <w:rsid w:val="0095113F"/>
    <w:rsid w:val="009546C6"/>
    <w:rsid w:val="00960F3C"/>
    <w:rsid w:val="00967592"/>
    <w:rsid w:val="009724C1"/>
    <w:rsid w:val="009769A1"/>
    <w:rsid w:val="00977B46"/>
    <w:rsid w:val="00980958"/>
    <w:rsid w:val="00982374"/>
    <w:rsid w:val="009871A8"/>
    <w:rsid w:val="009914E2"/>
    <w:rsid w:val="00996EBB"/>
    <w:rsid w:val="009B362F"/>
    <w:rsid w:val="009B58A3"/>
    <w:rsid w:val="009D2641"/>
    <w:rsid w:val="009E459B"/>
    <w:rsid w:val="009E63F1"/>
    <w:rsid w:val="00A76C97"/>
    <w:rsid w:val="00A76D7B"/>
    <w:rsid w:val="00AA08B1"/>
    <w:rsid w:val="00AC3AD4"/>
    <w:rsid w:val="00AF58F2"/>
    <w:rsid w:val="00B04822"/>
    <w:rsid w:val="00B17387"/>
    <w:rsid w:val="00B519D8"/>
    <w:rsid w:val="00B5354B"/>
    <w:rsid w:val="00B656B5"/>
    <w:rsid w:val="00B8242A"/>
    <w:rsid w:val="00BF1E4A"/>
    <w:rsid w:val="00C25C8A"/>
    <w:rsid w:val="00C31FEF"/>
    <w:rsid w:val="00C35B4E"/>
    <w:rsid w:val="00C543C3"/>
    <w:rsid w:val="00C573A9"/>
    <w:rsid w:val="00C612C0"/>
    <w:rsid w:val="00C7035E"/>
    <w:rsid w:val="00C762D8"/>
    <w:rsid w:val="00C9091E"/>
    <w:rsid w:val="00CA5DEC"/>
    <w:rsid w:val="00CA6F20"/>
    <w:rsid w:val="00CC30EB"/>
    <w:rsid w:val="00CD1123"/>
    <w:rsid w:val="00CE6415"/>
    <w:rsid w:val="00CF1585"/>
    <w:rsid w:val="00D077FE"/>
    <w:rsid w:val="00D30759"/>
    <w:rsid w:val="00D41306"/>
    <w:rsid w:val="00D537F8"/>
    <w:rsid w:val="00D54ADA"/>
    <w:rsid w:val="00D61F33"/>
    <w:rsid w:val="00D6231A"/>
    <w:rsid w:val="00D7481C"/>
    <w:rsid w:val="00DC294C"/>
    <w:rsid w:val="00DC4BC8"/>
    <w:rsid w:val="00DD091B"/>
    <w:rsid w:val="00DD248E"/>
    <w:rsid w:val="00DE412F"/>
    <w:rsid w:val="00DF6A76"/>
    <w:rsid w:val="00E13933"/>
    <w:rsid w:val="00E2343A"/>
    <w:rsid w:val="00E615A4"/>
    <w:rsid w:val="00E62908"/>
    <w:rsid w:val="00E974BF"/>
    <w:rsid w:val="00EA4DEF"/>
    <w:rsid w:val="00EA6DA3"/>
    <w:rsid w:val="00EB5F5D"/>
    <w:rsid w:val="00EB6E35"/>
    <w:rsid w:val="00EF3692"/>
    <w:rsid w:val="00EF4081"/>
    <w:rsid w:val="00F22A96"/>
    <w:rsid w:val="00F32871"/>
    <w:rsid w:val="00F405B5"/>
    <w:rsid w:val="00F85FA6"/>
    <w:rsid w:val="00FB46CD"/>
    <w:rsid w:val="00FB6E1B"/>
    <w:rsid w:val="00FB70A6"/>
    <w:rsid w:val="00FC4C3B"/>
    <w:rsid w:val="00FD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weight=".5pt"/>
      <v:textbox inset="0,0,0,0"/>
    </o:shapedefaults>
    <o:shapelayout v:ext="edit">
      <o:idmap v:ext="edit" data="1"/>
    </o:shapelayout>
  </w:shapeDefaults>
  <w:decimalSymbol w:val="."/>
  <w:listSeparator w:val=","/>
  <w15:chartTrackingRefBased/>
  <w15:docId w15:val="{6FB15D0D-1AB2-42B4-83BE-7B73CBA2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OASYS明朝"/>
      <w:kern w:val="2"/>
      <w:sz w:val="15"/>
    </w:rPr>
  </w:style>
  <w:style w:type="paragraph" w:styleId="1">
    <w:name w:val="heading 1"/>
    <w:basedOn w:val="a"/>
    <w:next w:val="a"/>
    <w:qFormat/>
    <w:pPr>
      <w:keepNext/>
      <w:spacing w:line="170" w:lineRule="exact"/>
      <w:jc w:val="left"/>
      <w:outlineLvl w:val="0"/>
    </w:pPr>
    <w:rPr>
      <w:rFonts w:eastAsia="ＭＳ Ｐ明朝"/>
      <w:b/>
      <w:snapToGrid w:val="0"/>
      <w:spacing w:val="20"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</w:rPr>
  </w:style>
  <w:style w:type="paragraph" w:styleId="a6">
    <w:name w:val="Body Text Indent"/>
    <w:basedOn w:val="a"/>
    <w:pPr>
      <w:ind w:left="450"/>
      <w:jc w:val="left"/>
    </w:pPr>
    <w:rPr>
      <w:rFonts w:ascii="OASYS明朝"/>
    </w:rPr>
  </w:style>
  <w:style w:type="paragraph" w:customStyle="1" w:styleId="a7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</w:rPr>
  </w:style>
  <w:style w:type="paragraph" w:styleId="a8">
    <w:name w:val="Block Text"/>
    <w:basedOn w:val="a"/>
    <w:pPr>
      <w:ind w:left="601" w:right="147"/>
      <w:jc w:val="left"/>
    </w:pPr>
    <w:rPr>
      <w:rFonts w:ascii="OASYS明朝"/>
    </w:rPr>
  </w:style>
  <w:style w:type="paragraph" w:styleId="2">
    <w:name w:val="Body Text Indent 2"/>
    <w:basedOn w:val="a"/>
    <w:pPr>
      <w:ind w:left="600"/>
      <w:jc w:val="left"/>
    </w:pPr>
    <w:rPr>
      <w:rFonts w:ascii="OASYS明朝"/>
    </w:rPr>
  </w:style>
  <w:style w:type="paragraph" w:styleId="3">
    <w:name w:val="Body Text Indent 3"/>
    <w:basedOn w:val="a"/>
    <w:pPr>
      <w:ind w:left="601"/>
    </w:pPr>
    <w:rPr>
      <w:rFonts w:ascii="OASYS明朝"/>
    </w:rPr>
  </w:style>
  <w:style w:type="character" w:styleId="a9">
    <w:name w:val="FollowedHyperlink"/>
    <w:rPr>
      <w:color w:val="800080"/>
      <w:u w:val="single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</w:style>
  <w:style w:type="paragraph" w:styleId="ad">
    <w:name w:val="Balloon Text"/>
    <w:basedOn w:val="a"/>
    <w:semiHidden/>
    <w:rsid w:val="00F32871"/>
    <w:rPr>
      <w:rFonts w:ascii="Arial" w:eastAsia="ＭＳ ゴシック" w:hAnsi="Arial"/>
      <w:sz w:val="18"/>
      <w:szCs w:val="18"/>
    </w:rPr>
  </w:style>
  <w:style w:type="paragraph" w:styleId="ae">
    <w:name w:val="Subtitle"/>
    <w:basedOn w:val="a"/>
    <w:next w:val="a"/>
    <w:link w:val="af"/>
    <w:uiPriority w:val="11"/>
    <w:qFormat/>
    <w:rsid w:val="004959E2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">
    <w:name w:val="副題 (文字)"/>
    <w:link w:val="ae"/>
    <w:uiPriority w:val="11"/>
    <w:rsid w:val="004959E2"/>
    <w:rPr>
      <w:rFonts w:ascii="Arial" w:eastAsia="ＭＳ ゴシック" w:hAnsi="Arial" w:cs="Times New Roman"/>
      <w:kern w:val="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4959E2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1">
    <w:name w:val="表題 (文字)"/>
    <w:link w:val="af0"/>
    <w:uiPriority w:val="10"/>
    <w:rsid w:val="004959E2"/>
    <w:rPr>
      <w:rFonts w:ascii="Arial" w:eastAsia="ＭＳ ゴシック" w:hAnsi="Arial" w:cs="Times New Roman"/>
      <w:kern w:val="2"/>
      <w:sz w:val="32"/>
      <w:szCs w:val="32"/>
    </w:rPr>
  </w:style>
  <w:style w:type="paragraph" w:styleId="af2">
    <w:name w:val="No Spacing"/>
    <w:uiPriority w:val="1"/>
    <w:qFormat/>
    <w:rsid w:val="004959E2"/>
    <w:pPr>
      <w:widowControl w:val="0"/>
      <w:jc w:val="both"/>
    </w:pPr>
    <w:rPr>
      <w:rFonts w:eastAsia="OASYS明朝"/>
      <w:kern w:val="2"/>
      <w:sz w:val="15"/>
    </w:rPr>
  </w:style>
  <w:style w:type="paragraph" w:styleId="af3">
    <w:name w:val="List Paragraph"/>
    <w:basedOn w:val="a"/>
    <w:uiPriority w:val="34"/>
    <w:qFormat/>
    <w:rsid w:val="000847C1"/>
    <w:pPr>
      <w:ind w:leftChars="400" w:left="840"/>
    </w:pPr>
  </w:style>
  <w:style w:type="table" w:styleId="af4">
    <w:name w:val="Table Grid"/>
    <w:basedOn w:val="a1"/>
    <w:uiPriority w:val="59"/>
    <w:rsid w:val="00084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41\NEWDOC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NEWDOC.DOT</Template>
  <TotalTime>170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APPLICATION FOR JAPANESE GOVERNMENT (MONBUKAGAKUSHO:MＥＸＴ) SCHOLARSHIP</vt:lpstr>
      <vt:lpstr>APPLICATION FOR JAPANESE GOVERNMENT (MONBUKAGAKUSHO:MＥＸＴ) SCHOLARSHIP</vt:lpstr>
    </vt:vector>
  </TitlesOfParts>
  <Company>文部科学省</Company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JAPANESE GOVERNMENT (MONBUKAGAKUSHO:MＥＸＴ) SCHOLARSHIP</dc:title>
  <dc:subject/>
  <dc:creator>OG2011</dc:creator>
  <cp:keywords/>
  <cp:lastModifiedBy>kokusai-B01</cp:lastModifiedBy>
  <cp:revision>18</cp:revision>
  <cp:lastPrinted>2017-05-17T04:36:00Z</cp:lastPrinted>
  <dcterms:created xsi:type="dcterms:W3CDTF">2016-09-13T02:06:00Z</dcterms:created>
  <dcterms:modified xsi:type="dcterms:W3CDTF">2017-09-20T01:47:00Z</dcterms:modified>
</cp:coreProperties>
</file>